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6B7B3DB9" w14:textId="77777777" w:rsidTr="00F12594">
        <w:tc>
          <w:tcPr>
            <w:tcW w:w="1311" w:type="dxa"/>
          </w:tcPr>
          <w:p w14:paraId="789EA27E" w14:textId="77777777" w:rsidR="00757AC7" w:rsidRPr="00B0019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78CCABCA" w14:textId="77777777" w:rsidR="00757AC7" w:rsidRPr="00B0019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5EE75380" w14:textId="77777777" w:rsidR="00757AC7" w:rsidRPr="00B00196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00196" w14:paraId="4D3840D3" w14:textId="77777777" w:rsidTr="006B7D41">
        <w:tc>
          <w:tcPr>
            <w:tcW w:w="1311" w:type="dxa"/>
            <w:hideMark/>
          </w:tcPr>
          <w:p w14:paraId="71FBD57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01293890</w:t>
            </w:r>
          </w:p>
        </w:tc>
        <w:tc>
          <w:tcPr>
            <w:tcW w:w="2086" w:type="dxa"/>
            <w:hideMark/>
          </w:tcPr>
          <w:p w14:paraId="65385E5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E88070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  2 vie  24x19</w:t>
            </w:r>
          </w:p>
        </w:tc>
        <w:tc>
          <w:tcPr>
            <w:tcW w:w="6101" w:type="dxa"/>
          </w:tcPr>
          <w:p w14:paraId="0383303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Collettore di distribuzione a barra singola, in ottone nichelato, con derivazioni maschio 24x19.</w:t>
            </w:r>
          </w:p>
          <w:p w14:paraId="5ADDE4E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Completo di:</w:t>
            </w:r>
          </w:p>
          <w:p w14:paraId="0DA2745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Valvole a regolazione manuale predisposte per teste elettrotermiche con ghiera M30x1,5</w:t>
            </w:r>
          </w:p>
          <w:p w14:paraId="2C55F6F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Attacchi aggiuntivi 1/2” F per valvola di sfiato e rubinetto di scarico</w:t>
            </w:r>
          </w:p>
          <w:p w14:paraId="78F00E8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2C6A8F7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b/>
                <w:color w:val="000000" w:themeColor="text1"/>
                <w:sz w:val="20"/>
              </w:rPr>
              <w:t>Dati tecnici:</w:t>
            </w:r>
          </w:p>
          <w:p w14:paraId="0F0D844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Temperatura massima: 110 °C</w:t>
            </w:r>
          </w:p>
          <w:p w14:paraId="14990B7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Pressione massima: 10 bar</w:t>
            </w:r>
          </w:p>
          <w:p w14:paraId="4E597C0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Filettatura di testa: 1” F </w:t>
            </w:r>
          </w:p>
          <w:p w14:paraId="59F790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strike/>
                <w:color w:val="000000" w:themeColor="text1"/>
                <w:sz w:val="20"/>
              </w:rPr>
              <w:t xml:space="preserve">da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24x19</w:t>
            </w:r>
          </w:p>
          <w:p w14:paraId="0973340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Interasse derivazioni: 50 mm</w:t>
            </w:r>
          </w:p>
          <w:p w14:paraId="23A06A8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N° vie: 2 vie</w:t>
            </w:r>
          </w:p>
          <w:p w14:paraId="5C22AEE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399CBE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Marca Emmeti – Modello Topway Collettore di ritorno a barra singola da 1” 2 vie 24x19 o equivalente.</w:t>
            </w:r>
          </w:p>
        </w:tc>
      </w:tr>
      <w:tr w:rsidR="00B00196" w14:paraId="0BD2CC2C" w14:textId="77777777" w:rsidTr="006B7D41">
        <w:tc>
          <w:tcPr>
            <w:tcW w:w="1311" w:type="dxa"/>
            <w:hideMark/>
          </w:tcPr>
          <w:p w14:paraId="021BCA4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01293892</w:t>
            </w:r>
          </w:p>
        </w:tc>
        <w:tc>
          <w:tcPr>
            <w:tcW w:w="2086" w:type="dxa"/>
            <w:hideMark/>
          </w:tcPr>
          <w:p w14:paraId="7F2ACC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7FF75E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  3 vie  24x19</w:t>
            </w:r>
          </w:p>
        </w:tc>
        <w:tc>
          <w:tcPr>
            <w:tcW w:w="6101" w:type="dxa"/>
          </w:tcPr>
          <w:p w14:paraId="0E5A9D3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454D5A2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389A0C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11EACF9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782B662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3FB58F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8FB67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057034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6525F97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7CE0EE7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5C289AE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CCB63C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41BF137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A5BB8F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3 vie  24x19 o equivalente.</w:t>
            </w:r>
          </w:p>
        </w:tc>
      </w:tr>
      <w:tr w:rsidR="00B00196" w14:paraId="4FA30351" w14:textId="77777777" w:rsidTr="006B7D41">
        <w:tc>
          <w:tcPr>
            <w:tcW w:w="1311" w:type="dxa"/>
            <w:hideMark/>
          </w:tcPr>
          <w:p w14:paraId="30EF669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01293894</w:t>
            </w:r>
          </w:p>
        </w:tc>
        <w:tc>
          <w:tcPr>
            <w:tcW w:w="2086" w:type="dxa"/>
            <w:hideMark/>
          </w:tcPr>
          <w:p w14:paraId="6B3E6D1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4EBEFD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Collettore di ritorno a barra </w:t>
            </w: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singola da 1”  4 vie  24x19</w:t>
            </w:r>
          </w:p>
        </w:tc>
        <w:tc>
          <w:tcPr>
            <w:tcW w:w="6101" w:type="dxa"/>
          </w:tcPr>
          <w:p w14:paraId="7A5CAE8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Collettore di distribuzione a barra singola, in ottone nichelato, con derivazioni maschio 24x19.</w:t>
            </w:r>
          </w:p>
          <w:p w14:paraId="50A1077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CA8AC4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Valvole a regolazione manuale predisposte per teste elettrotermiche con ghiera M30x1,5</w:t>
            </w:r>
          </w:p>
          <w:p w14:paraId="7DE5511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6165D06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9F7E30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5CDF39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907A6F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59D8F9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589AC50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486C08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095642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7E2FBC8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85F6B4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4 vie 24x19 o equivalente.</w:t>
            </w:r>
          </w:p>
        </w:tc>
      </w:tr>
      <w:tr w:rsidR="00B00196" w14:paraId="511F9C2A" w14:textId="77777777" w:rsidTr="006B7D41">
        <w:tc>
          <w:tcPr>
            <w:tcW w:w="1311" w:type="dxa"/>
            <w:hideMark/>
          </w:tcPr>
          <w:p w14:paraId="3BC31EA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01293896</w:t>
            </w:r>
          </w:p>
        </w:tc>
        <w:tc>
          <w:tcPr>
            <w:tcW w:w="2086" w:type="dxa"/>
            <w:hideMark/>
          </w:tcPr>
          <w:p w14:paraId="477CD46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AED291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ritorno a barra singola da 1”  5 vie  24x19</w:t>
            </w:r>
          </w:p>
        </w:tc>
        <w:tc>
          <w:tcPr>
            <w:tcW w:w="6101" w:type="dxa"/>
          </w:tcPr>
          <w:p w14:paraId="174D4D1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0B94268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D95FBF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0DEF985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3BB4B7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EE8A91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AB9FF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9247A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77F744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3F9CB30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798C778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CD205B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4031A2E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B427F6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5 vie  24x19 o equivalente.</w:t>
            </w:r>
          </w:p>
        </w:tc>
      </w:tr>
      <w:tr w:rsidR="00B00196" w14:paraId="7445510A" w14:textId="77777777" w:rsidTr="006B7D41">
        <w:tc>
          <w:tcPr>
            <w:tcW w:w="1311" w:type="dxa"/>
            <w:hideMark/>
          </w:tcPr>
          <w:p w14:paraId="44B6E51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01293898</w:t>
            </w:r>
          </w:p>
        </w:tc>
        <w:tc>
          <w:tcPr>
            <w:tcW w:w="2086" w:type="dxa"/>
            <w:hideMark/>
          </w:tcPr>
          <w:p w14:paraId="377FFB3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43D59F4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ritorno a barra singola da 1”  6 vie  24x19</w:t>
            </w:r>
          </w:p>
        </w:tc>
        <w:tc>
          <w:tcPr>
            <w:tcW w:w="6101" w:type="dxa"/>
          </w:tcPr>
          <w:p w14:paraId="754D7F3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3916B2A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6CFAD5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5838ECA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1ADC39B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0D9EA99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1ADC378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D4C238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CFC66F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3A07A31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5207B4F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CB74AB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6EBB260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CAEAD9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6 vie  24x19 o equivalente.</w:t>
            </w:r>
          </w:p>
        </w:tc>
      </w:tr>
      <w:tr w:rsidR="00B00196" w14:paraId="459C40A7" w14:textId="77777777" w:rsidTr="006B7D41">
        <w:tc>
          <w:tcPr>
            <w:tcW w:w="1311" w:type="dxa"/>
            <w:hideMark/>
          </w:tcPr>
          <w:p w14:paraId="2242E3C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01293900</w:t>
            </w:r>
          </w:p>
        </w:tc>
        <w:tc>
          <w:tcPr>
            <w:tcW w:w="2086" w:type="dxa"/>
            <w:hideMark/>
          </w:tcPr>
          <w:p w14:paraId="7B28CF3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7A231D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  7 vie  24x19</w:t>
            </w:r>
          </w:p>
        </w:tc>
        <w:tc>
          <w:tcPr>
            <w:tcW w:w="6101" w:type="dxa"/>
          </w:tcPr>
          <w:p w14:paraId="545FF72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009A57E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C2B41F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628E5CA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0A8623C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5717555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531F8D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2360B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D4115F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4F41F9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246B9CB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F673A2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62E835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0171A20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F60F4C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7 vie  24x19 o equivalente.</w:t>
            </w:r>
          </w:p>
        </w:tc>
      </w:tr>
      <w:tr w:rsidR="00B00196" w14:paraId="080B4E9C" w14:textId="77777777" w:rsidTr="006B7D41">
        <w:tc>
          <w:tcPr>
            <w:tcW w:w="1311" w:type="dxa"/>
            <w:hideMark/>
          </w:tcPr>
          <w:p w14:paraId="1669268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01293902</w:t>
            </w:r>
          </w:p>
        </w:tc>
        <w:tc>
          <w:tcPr>
            <w:tcW w:w="2086" w:type="dxa"/>
            <w:hideMark/>
          </w:tcPr>
          <w:p w14:paraId="5AF6E28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C5E243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  8 vie  24x19</w:t>
            </w:r>
          </w:p>
        </w:tc>
        <w:tc>
          <w:tcPr>
            <w:tcW w:w="6101" w:type="dxa"/>
          </w:tcPr>
          <w:p w14:paraId="529F7E5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4BBF745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ADF6DE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3886E14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297DFFE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1CFB60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864A2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2D8D6A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63AF759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5D3F398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Derivazioni vie laterali: filettatura maschio 24x19</w:t>
            </w:r>
          </w:p>
          <w:p w14:paraId="5D8E22A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0D3D56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N° vie: </w:t>
            </w:r>
          </w:p>
          <w:p w14:paraId="49AFAD5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39A787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8 vie  24x19 o equivalente.</w:t>
            </w:r>
          </w:p>
        </w:tc>
      </w:tr>
      <w:tr w:rsidR="00B00196" w14:paraId="34BC475C" w14:textId="77777777" w:rsidTr="006B7D41">
        <w:tc>
          <w:tcPr>
            <w:tcW w:w="1311" w:type="dxa"/>
            <w:hideMark/>
          </w:tcPr>
          <w:p w14:paraId="34D37C22" w14:textId="07583A42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01293904</w:t>
            </w:r>
          </w:p>
        </w:tc>
        <w:tc>
          <w:tcPr>
            <w:tcW w:w="2086" w:type="dxa"/>
            <w:hideMark/>
          </w:tcPr>
          <w:p w14:paraId="304DE67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78E387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ritorno a barra singola da 1”  9 vie  24x19</w:t>
            </w:r>
          </w:p>
        </w:tc>
        <w:tc>
          <w:tcPr>
            <w:tcW w:w="6101" w:type="dxa"/>
          </w:tcPr>
          <w:p w14:paraId="66192F0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6F2D2A4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2BBDBB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6BE96B2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74C179C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D6AD9B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2FCB8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FA0BA4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417691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3127B11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5AC24E8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B4B2BD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3DDEBE8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540745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9 vie  24x19 o equivalente.</w:t>
            </w:r>
          </w:p>
        </w:tc>
      </w:tr>
      <w:tr w:rsidR="00B00196" w14:paraId="5AA21B0D" w14:textId="77777777" w:rsidTr="006B7D41">
        <w:tc>
          <w:tcPr>
            <w:tcW w:w="1311" w:type="dxa"/>
            <w:hideMark/>
          </w:tcPr>
          <w:p w14:paraId="360A63C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01293906</w:t>
            </w:r>
          </w:p>
        </w:tc>
        <w:tc>
          <w:tcPr>
            <w:tcW w:w="2086" w:type="dxa"/>
            <w:hideMark/>
          </w:tcPr>
          <w:p w14:paraId="47A2641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BE7ADC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  10 vie  24x19</w:t>
            </w:r>
          </w:p>
        </w:tc>
        <w:tc>
          <w:tcPr>
            <w:tcW w:w="6101" w:type="dxa"/>
          </w:tcPr>
          <w:p w14:paraId="4202DE8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031F80B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6A9AA62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49E4272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50BF6BA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A92712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F0C1D4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ECB9EB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49459E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7A49A5B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766763A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767C9F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63BC457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48C2221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Topway Collettore di ritorno a barra singola da 1”  10 vie  24x19 o equivalente.</w:t>
            </w:r>
          </w:p>
        </w:tc>
      </w:tr>
      <w:tr w:rsidR="00B00196" w14:paraId="5B09F84B" w14:textId="77777777" w:rsidTr="006B7D41">
        <w:tc>
          <w:tcPr>
            <w:tcW w:w="1311" w:type="dxa"/>
            <w:hideMark/>
          </w:tcPr>
          <w:p w14:paraId="17F4ADF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01293908</w:t>
            </w:r>
          </w:p>
        </w:tc>
        <w:tc>
          <w:tcPr>
            <w:tcW w:w="2086" w:type="dxa"/>
            <w:hideMark/>
          </w:tcPr>
          <w:p w14:paraId="20C3D52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3D5C20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  11 vie  24x19</w:t>
            </w:r>
          </w:p>
        </w:tc>
        <w:tc>
          <w:tcPr>
            <w:tcW w:w="6101" w:type="dxa"/>
          </w:tcPr>
          <w:p w14:paraId="0A81D7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322D340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B32044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18DBDF4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46128B4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076EC4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D5246F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878506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AB1A34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2BD20AE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3F807A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D4B123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5406EC2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89E46A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11 vie  24x19 o equivalente.</w:t>
            </w:r>
          </w:p>
        </w:tc>
      </w:tr>
      <w:tr w:rsidR="00B00196" w14:paraId="73ABFC82" w14:textId="77777777" w:rsidTr="006B7D41">
        <w:tc>
          <w:tcPr>
            <w:tcW w:w="1311" w:type="dxa"/>
            <w:hideMark/>
          </w:tcPr>
          <w:p w14:paraId="28873DD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01293910</w:t>
            </w:r>
          </w:p>
        </w:tc>
        <w:tc>
          <w:tcPr>
            <w:tcW w:w="2086" w:type="dxa"/>
            <w:hideMark/>
          </w:tcPr>
          <w:p w14:paraId="675C772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1553F9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ritorno a barra singola da 1”  12 vie  24x19</w:t>
            </w:r>
          </w:p>
        </w:tc>
        <w:tc>
          <w:tcPr>
            <w:tcW w:w="6101" w:type="dxa"/>
          </w:tcPr>
          <w:p w14:paraId="1E760EF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3229555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76BC30F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CAE5FD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389EE63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42F2872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388FD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DF39B7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5A065C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256D173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6520CBD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6389A5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348523D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72BDBA9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  12 vie  24x19 o equivalente.</w:t>
            </w:r>
          </w:p>
        </w:tc>
      </w:tr>
      <w:tr w:rsidR="00B00196" w14:paraId="5FFE64C3" w14:textId="77777777" w:rsidTr="00F12594">
        <w:tc>
          <w:tcPr>
            <w:tcW w:w="1311" w:type="dxa"/>
            <w:hideMark/>
          </w:tcPr>
          <w:p w14:paraId="2802F659" w14:textId="11E6858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01294694</w:t>
            </w:r>
          </w:p>
        </w:tc>
        <w:tc>
          <w:tcPr>
            <w:tcW w:w="2086" w:type="dxa"/>
          </w:tcPr>
          <w:p w14:paraId="14B1763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7710290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Collettore di ritorno a barra </w:t>
            </w: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singola da 1”1/4 vie con 4 vie  24x19</w:t>
            </w:r>
          </w:p>
        </w:tc>
        <w:tc>
          <w:tcPr>
            <w:tcW w:w="6101" w:type="dxa"/>
          </w:tcPr>
          <w:p w14:paraId="42034C6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Collettore di distribuzione a barra singola, in ottone nichelato, con derivazioni maschio 24x19.</w:t>
            </w:r>
          </w:p>
          <w:p w14:paraId="139721A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7F2BE6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Valvole a regolazione manuale predisposte per teste elettrotermiche con ghiera M30x1,5</w:t>
            </w:r>
          </w:p>
          <w:p w14:paraId="267FAB9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0AE5C95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2C691AF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73D51B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674082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C6AC9D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77CE23F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A473D1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9FF33D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 vie</w:t>
            </w:r>
          </w:p>
          <w:p w14:paraId="2E75419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6362CA7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4 vie  24x19 o equivalente.</w:t>
            </w:r>
          </w:p>
        </w:tc>
      </w:tr>
      <w:tr w:rsidR="00B00196" w14:paraId="09731B49" w14:textId="77777777" w:rsidTr="00F12594">
        <w:tc>
          <w:tcPr>
            <w:tcW w:w="1311" w:type="dxa"/>
            <w:hideMark/>
          </w:tcPr>
          <w:p w14:paraId="3D6C80C1" w14:textId="171D488C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01294696</w:t>
            </w:r>
          </w:p>
        </w:tc>
        <w:tc>
          <w:tcPr>
            <w:tcW w:w="2086" w:type="dxa"/>
          </w:tcPr>
          <w:p w14:paraId="069445E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0149937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1”1/4 vie con 5 vie  24x19</w:t>
            </w:r>
          </w:p>
        </w:tc>
        <w:tc>
          <w:tcPr>
            <w:tcW w:w="6101" w:type="dxa"/>
          </w:tcPr>
          <w:p w14:paraId="7EAA338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6288E92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965CB2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112F30F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5A7579F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7D518E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2A234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C9812D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11796D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2102ED7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85C673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BEF736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0C2C186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2B01DC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5 vie  24x19 o equivalente.</w:t>
            </w:r>
          </w:p>
        </w:tc>
      </w:tr>
      <w:tr w:rsidR="00B00196" w14:paraId="057D768B" w14:textId="77777777" w:rsidTr="00F12594">
        <w:tc>
          <w:tcPr>
            <w:tcW w:w="1311" w:type="dxa"/>
            <w:hideMark/>
          </w:tcPr>
          <w:p w14:paraId="1FEA77A5" w14:textId="601AAACB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01294698</w:t>
            </w:r>
          </w:p>
        </w:tc>
        <w:tc>
          <w:tcPr>
            <w:tcW w:w="2086" w:type="dxa"/>
          </w:tcPr>
          <w:p w14:paraId="00FCAA4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781DBF4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ritorno a barra singola da 1”1/4 vie con 6 vie  24x19</w:t>
            </w:r>
          </w:p>
        </w:tc>
        <w:tc>
          <w:tcPr>
            <w:tcW w:w="6101" w:type="dxa"/>
          </w:tcPr>
          <w:p w14:paraId="28411F2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6554FE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8AC8F5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5F04AFE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51DC6DC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06C751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2BD4A84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847A8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01BA7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0FE3D99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320319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51BCB6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4657A5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B876D6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6 vie  24x19 o equivalente.</w:t>
            </w:r>
          </w:p>
        </w:tc>
      </w:tr>
      <w:tr w:rsidR="00B00196" w14:paraId="13927099" w14:textId="77777777" w:rsidTr="00F12594">
        <w:tc>
          <w:tcPr>
            <w:tcW w:w="1311" w:type="dxa"/>
            <w:hideMark/>
          </w:tcPr>
          <w:p w14:paraId="39396FB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01294700</w:t>
            </w:r>
          </w:p>
        </w:tc>
        <w:tc>
          <w:tcPr>
            <w:tcW w:w="2086" w:type="dxa"/>
          </w:tcPr>
          <w:p w14:paraId="6B7F825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5B738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1”1/4 vie con 7 vie  24x19</w:t>
            </w:r>
          </w:p>
        </w:tc>
        <w:tc>
          <w:tcPr>
            <w:tcW w:w="6101" w:type="dxa"/>
          </w:tcPr>
          <w:p w14:paraId="30F27BE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6187FBD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8D49C4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4F7B31D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4434093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B51F2A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1D68D3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EF458B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4EFB2C6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14E27A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4F79C4F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0D871DE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7 vie  24x19 o equivalente.</w:t>
            </w:r>
          </w:p>
        </w:tc>
      </w:tr>
      <w:tr w:rsidR="00B00196" w14:paraId="1593EEF9" w14:textId="77777777" w:rsidTr="00F12594">
        <w:tc>
          <w:tcPr>
            <w:tcW w:w="1311" w:type="dxa"/>
            <w:hideMark/>
          </w:tcPr>
          <w:p w14:paraId="73F65CF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01294702</w:t>
            </w:r>
          </w:p>
        </w:tc>
        <w:tc>
          <w:tcPr>
            <w:tcW w:w="2086" w:type="dxa"/>
            <w:hideMark/>
          </w:tcPr>
          <w:p w14:paraId="4D59898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7EFF095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ritorno a barra singola da 1”1/4 vie con 8 vie  24x19</w:t>
            </w:r>
          </w:p>
        </w:tc>
        <w:tc>
          <w:tcPr>
            <w:tcW w:w="6101" w:type="dxa"/>
          </w:tcPr>
          <w:p w14:paraId="1916390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0495B28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7DEDE23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A0C52A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35CB1E6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4C59C0B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A43E76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A1144F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38F9CC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477F8C5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336AE1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3C221D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299A163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17543C2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8 vie  24x19 o equivalente.</w:t>
            </w:r>
          </w:p>
        </w:tc>
      </w:tr>
      <w:tr w:rsidR="00B00196" w14:paraId="59A40228" w14:textId="77777777" w:rsidTr="00F12594">
        <w:tc>
          <w:tcPr>
            <w:tcW w:w="1311" w:type="dxa"/>
            <w:hideMark/>
          </w:tcPr>
          <w:p w14:paraId="67437B4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 xml:space="preserve">01294704 </w:t>
            </w:r>
          </w:p>
        </w:tc>
        <w:tc>
          <w:tcPr>
            <w:tcW w:w="2086" w:type="dxa"/>
          </w:tcPr>
          <w:p w14:paraId="22DD552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0192E8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1”1/4 vie con 9 vie  24x19</w:t>
            </w:r>
          </w:p>
        </w:tc>
        <w:tc>
          <w:tcPr>
            <w:tcW w:w="6101" w:type="dxa"/>
          </w:tcPr>
          <w:p w14:paraId="011BF8E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2929287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B020F9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091CAED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2C6D53C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7933C24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B23E0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E03902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9BE05A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79ECB20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877DF1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9B62FB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5D51B92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2338EB3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9 vie  24x19 o equivalente.</w:t>
            </w:r>
          </w:p>
        </w:tc>
      </w:tr>
      <w:tr w:rsidR="00B00196" w14:paraId="12077CEA" w14:textId="77777777" w:rsidTr="00F12594">
        <w:tc>
          <w:tcPr>
            <w:tcW w:w="1311" w:type="dxa"/>
            <w:hideMark/>
          </w:tcPr>
          <w:p w14:paraId="03F3915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01294706</w:t>
            </w:r>
          </w:p>
        </w:tc>
        <w:tc>
          <w:tcPr>
            <w:tcW w:w="2086" w:type="dxa"/>
          </w:tcPr>
          <w:p w14:paraId="321AD9F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B29D1F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1”1/4 vie con 10 vie  24x19</w:t>
            </w:r>
          </w:p>
        </w:tc>
        <w:tc>
          <w:tcPr>
            <w:tcW w:w="6101" w:type="dxa"/>
          </w:tcPr>
          <w:p w14:paraId="1E69EC9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60A7401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B52924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79C2015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22BB0B4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7CAC692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D4AC62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8A076A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EF485D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05C034A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9B165C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5996A9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499AF5A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58CED67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10 vie  24x19 o equivalente.</w:t>
            </w:r>
          </w:p>
        </w:tc>
      </w:tr>
      <w:tr w:rsidR="00B00196" w14:paraId="40C5F8D6" w14:textId="77777777" w:rsidTr="00F12594">
        <w:tc>
          <w:tcPr>
            <w:tcW w:w="1311" w:type="dxa"/>
            <w:hideMark/>
          </w:tcPr>
          <w:p w14:paraId="444FC80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01294708</w:t>
            </w:r>
          </w:p>
        </w:tc>
        <w:tc>
          <w:tcPr>
            <w:tcW w:w="2086" w:type="dxa"/>
          </w:tcPr>
          <w:p w14:paraId="43B9255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0DA0C9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 xml:space="preserve"> Collettore di ritorno a barra singola da 1”1/4 vie con 11 vie  24x19</w:t>
            </w:r>
          </w:p>
        </w:tc>
        <w:tc>
          <w:tcPr>
            <w:tcW w:w="6101" w:type="dxa"/>
          </w:tcPr>
          <w:p w14:paraId="3821C71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Collettore di distribuzione a barra singola, in ottone nichelato, con derivazioni maschio 24x19.</w:t>
            </w:r>
          </w:p>
          <w:p w14:paraId="02E0573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Completo di:</w:t>
            </w:r>
          </w:p>
          <w:p w14:paraId="737F7F5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7D4652E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0DE74E5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7DB56B7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E9C5B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A52207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BB5720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6AE3E10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33D117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8D35A4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7F3BD03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4AF366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11 vie  24x19 o equivalente.</w:t>
            </w:r>
          </w:p>
        </w:tc>
      </w:tr>
      <w:tr w:rsidR="00B00196" w14:paraId="04308DCF" w14:textId="77777777" w:rsidTr="00F12594">
        <w:tc>
          <w:tcPr>
            <w:tcW w:w="1311" w:type="dxa"/>
            <w:hideMark/>
          </w:tcPr>
          <w:p w14:paraId="05E7FC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01294710</w:t>
            </w:r>
          </w:p>
        </w:tc>
        <w:tc>
          <w:tcPr>
            <w:tcW w:w="2086" w:type="dxa"/>
          </w:tcPr>
          <w:p w14:paraId="2FC1A99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3946AB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ritorno a barra singola da 1”1/4 vie con 12 vie  24x19</w:t>
            </w:r>
          </w:p>
        </w:tc>
        <w:tc>
          <w:tcPr>
            <w:tcW w:w="6101" w:type="dxa"/>
          </w:tcPr>
          <w:p w14:paraId="5FCDB16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con derivazioni maschio 24x19.</w:t>
            </w:r>
          </w:p>
          <w:p w14:paraId="711CE4C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7C82D23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41C7229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valvola di sfiato e rubinetto di scarico</w:t>
            </w:r>
          </w:p>
          <w:p w14:paraId="0F86743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42428E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A42337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8BCEDE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2FFFEC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vie </w:t>
            </w:r>
          </w:p>
          <w:p w14:paraId="41DCF64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54E1A6B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FC4890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61CA8C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</w:p>
          <w:p w14:paraId="32871B5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ritorno a barra singola da 1”1/4 vie con 12 vie  24x19 o equivalente.</w:t>
            </w:r>
          </w:p>
        </w:tc>
      </w:tr>
      <w:tr w:rsidR="00B00196" w14:paraId="696DE7D9" w14:textId="77777777" w:rsidTr="00F12594">
        <w:tc>
          <w:tcPr>
            <w:tcW w:w="1311" w:type="dxa"/>
            <w:hideMark/>
          </w:tcPr>
          <w:p w14:paraId="0E106BB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01298620</w:t>
            </w:r>
          </w:p>
        </w:tc>
        <w:tc>
          <w:tcPr>
            <w:tcW w:w="2086" w:type="dxa"/>
            <w:hideMark/>
          </w:tcPr>
          <w:p w14:paraId="2700055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6DADD7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 2 vie 24x19</w:t>
            </w:r>
          </w:p>
        </w:tc>
        <w:tc>
          <w:tcPr>
            <w:tcW w:w="6101" w:type="dxa"/>
          </w:tcPr>
          <w:p w14:paraId="556ECA7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Collettore di mandata a barra singola, in ottone nichelato, con detentori e derivazione maschio da 24x19.</w:t>
            </w:r>
          </w:p>
          <w:p w14:paraId="16590AF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Completo di:</w:t>
            </w:r>
          </w:p>
          <w:p w14:paraId="7106B59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Detentori, a doppia regolazione</w:t>
            </w:r>
          </w:p>
          <w:p w14:paraId="2971587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Attacchi aggiuntivi 1/2” F per la valvola di sfiato e rubinetto di scarico</w:t>
            </w:r>
          </w:p>
          <w:p w14:paraId="7C5BBBB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663E8B8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087B2DF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89FC6A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494F80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01FB9B5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C82B23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Interasse derivazioni: 50 mm</w:t>
            </w:r>
          </w:p>
          <w:p w14:paraId="2CFCCE5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N° vie: 2 vie</w:t>
            </w:r>
          </w:p>
          <w:p w14:paraId="7985AE7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882B53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Collettore di mandata con detentori a barra singola da 1” 2 vie 24x19 o equivalente.</w:t>
            </w:r>
          </w:p>
        </w:tc>
      </w:tr>
      <w:tr w:rsidR="00B00196" w14:paraId="3B4F9656" w14:textId="77777777" w:rsidTr="00F12594">
        <w:tc>
          <w:tcPr>
            <w:tcW w:w="1311" w:type="dxa"/>
            <w:hideMark/>
          </w:tcPr>
          <w:p w14:paraId="386461E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01298622</w:t>
            </w:r>
          </w:p>
        </w:tc>
        <w:tc>
          <w:tcPr>
            <w:tcW w:w="2086" w:type="dxa"/>
            <w:hideMark/>
          </w:tcPr>
          <w:p w14:paraId="7E0B936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D21FB9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 3 vie 24x19</w:t>
            </w:r>
          </w:p>
        </w:tc>
        <w:tc>
          <w:tcPr>
            <w:tcW w:w="6101" w:type="dxa"/>
          </w:tcPr>
          <w:p w14:paraId="3BBE3D7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0C48644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503CE40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4B046BE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03AD7AA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1482A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88B6B3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79D135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FFCD6B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61C4FA1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5CBB7AF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F68D5B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13DC40C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03ADBD9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3 vie 24x19 o equivalente.</w:t>
            </w:r>
          </w:p>
        </w:tc>
      </w:tr>
      <w:tr w:rsidR="00B00196" w14:paraId="4BD4651A" w14:textId="77777777" w:rsidTr="00F12594">
        <w:tc>
          <w:tcPr>
            <w:tcW w:w="1311" w:type="dxa"/>
            <w:hideMark/>
          </w:tcPr>
          <w:p w14:paraId="77472F7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01298624</w:t>
            </w:r>
          </w:p>
        </w:tc>
        <w:tc>
          <w:tcPr>
            <w:tcW w:w="2086" w:type="dxa"/>
            <w:hideMark/>
          </w:tcPr>
          <w:p w14:paraId="00F4DA5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4C69546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 4 vie 24x19</w:t>
            </w:r>
          </w:p>
        </w:tc>
        <w:tc>
          <w:tcPr>
            <w:tcW w:w="6101" w:type="dxa"/>
          </w:tcPr>
          <w:p w14:paraId="7FD71B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7A450D0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610AD8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08DD65D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3097B3A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6D303E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84880C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081AC1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9B4892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6DFDCAD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C5ACE1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 Interasse derivazioni: 50 mm</w:t>
            </w:r>
          </w:p>
          <w:p w14:paraId="02A12AE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N° vie: 4 vie</w:t>
            </w:r>
          </w:p>
          <w:p w14:paraId="7BF71AD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1CD4B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4 vie 24x19 o equivalente.</w:t>
            </w:r>
          </w:p>
        </w:tc>
      </w:tr>
      <w:tr w:rsidR="00B00196" w:rsidRPr="009279E2" w14:paraId="1DBA6DDD" w14:textId="77777777" w:rsidTr="00F12594">
        <w:tc>
          <w:tcPr>
            <w:tcW w:w="1311" w:type="dxa"/>
          </w:tcPr>
          <w:p w14:paraId="2E37669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01298626</w:t>
            </w:r>
          </w:p>
        </w:tc>
        <w:tc>
          <w:tcPr>
            <w:tcW w:w="2086" w:type="dxa"/>
          </w:tcPr>
          <w:p w14:paraId="1E68A2E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F3D3F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 5 vie 24x19</w:t>
            </w:r>
          </w:p>
        </w:tc>
        <w:tc>
          <w:tcPr>
            <w:tcW w:w="6101" w:type="dxa"/>
          </w:tcPr>
          <w:p w14:paraId="5BB20AD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5857D2B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C3ACDA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36F07B7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42BCC75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F372E6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2FC76F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A6DC9F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0EAAEF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36476BE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6D03A13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F4D61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16A60C8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7B3AE6F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5 vie 24x19 o equivalente.</w:t>
            </w:r>
          </w:p>
        </w:tc>
      </w:tr>
      <w:tr w:rsidR="00B00196" w:rsidRPr="009279E2" w14:paraId="77BF9D61" w14:textId="77777777" w:rsidTr="00F12594">
        <w:tc>
          <w:tcPr>
            <w:tcW w:w="1311" w:type="dxa"/>
          </w:tcPr>
          <w:p w14:paraId="141587B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01298628</w:t>
            </w:r>
          </w:p>
        </w:tc>
        <w:tc>
          <w:tcPr>
            <w:tcW w:w="2086" w:type="dxa"/>
          </w:tcPr>
          <w:p w14:paraId="19031A9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272000C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 6 vie 24x19</w:t>
            </w:r>
          </w:p>
        </w:tc>
        <w:tc>
          <w:tcPr>
            <w:tcW w:w="6101" w:type="dxa"/>
          </w:tcPr>
          <w:p w14:paraId="11CA97A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2429A95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6D51E16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7941A0E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65C6D8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877CEF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4BD72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38A1C4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46BCE9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6E09DC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211432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B4A8FB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2678BAE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00A5E7F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6 vie 24x19 o equivalente.</w:t>
            </w:r>
          </w:p>
        </w:tc>
      </w:tr>
      <w:tr w:rsidR="00B00196" w:rsidRPr="009279E2" w14:paraId="59405E5E" w14:textId="77777777" w:rsidTr="00F12594">
        <w:tc>
          <w:tcPr>
            <w:tcW w:w="1311" w:type="dxa"/>
          </w:tcPr>
          <w:p w14:paraId="0D057F1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01298630</w:t>
            </w:r>
          </w:p>
        </w:tc>
        <w:tc>
          <w:tcPr>
            <w:tcW w:w="2086" w:type="dxa"/>
          </w:tcPr>
          <w:p w14:paraId="26EA37B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0267C8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 7 vie 24x19</w:t>
            </w:r>
          </w:p>
        </w:tc>
        <w:tc>
          <w:tcPr>
            <w:tcW w:w="6101" w:type="dxa"/>
          </w:tcPr>
          <w:p w14:paraId="628DA88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6F87D62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93092F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6782786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1350DDA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205352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79AE48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C3EA34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A0BB60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4E52604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944D07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FFF7B4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3728C57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22BE6C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7 vie 24x19 o equivalente.</w:t>
            </w:r>
          </w:p>
        </w:tc>
      </w:tr>
      <w:tr w:rsidR="00B00196" w:rsidRPr="009279E2" w14:paraId="7E2701EE" w14:textId="77777777" w:rsidTr="00F12594">
        <w:tc>
          <w:tcPr>
            <w:tcW w:w="1311" w:type="dxa"/>
          </w:tcPr>
          <w:p w14:paraId="1571175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01298632</w:t>
            </w:r>
          </w:p>
        </w:tc>
        <w:tc>
          <w:tcPr>
            <w:tcW w:w="2086" w:type="dxa"/>
          </w:tcPr>
          <w:p w14:paraId="2E991A4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42910B8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 8 vie 24x19</w:t>
            </w:r>
          </w:p>
        </w:tc>
        <w:tc>
          <w:tcPr>
            <w:tcW w:w="6101" w:type="dxa"/>
          </w:tcPr>
          <w:p w14:paraId="5174F53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0EEF31E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959D08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55A240B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4C9A36C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33438E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577A9C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AB8B8B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B932FA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2897039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471720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F2F42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630563E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0D59E4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8 vie 24x19 o equivalente.</w:t>
            </w:r>
          </w:p>
        </w:tc>
      </w:tr>
      <w:tr w:rsidR="00B00196" w:rsidRPr="009279E2" w14:paraId="791AAC8F" w14:textId="77777777" w:rsidTr="00F12594">
        <w:tc>
          <w:tcPr>
            <w:tcW w:w="1311" w:type="dxa"/>
          </w:tcPr>
          <w:p w14:paraId="3982015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01298634</w:t>
            </w:r>
          </w:p>
        </w:tc>
        <w:tc>
          <w:tcPr>
            <w:tcW w:w="2086" w:type="dxa"/>
          </w:tcPr>
          <w:p w14:paraId="4B7B615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753346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Collettore di mandata con detentori a barra </w:t>
            </w: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singola da 1” 9 vie 24x19</w:t>
            </w:r>
          </w:p>
        </w:tc>
        <w:tc>
          <w:tcPr>
            <w:tcW w:w="6101" w:type="dxa"/>
          </w:tcPr>
          <w:p w14:paraId="2E0E4AC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Collettore di mandata a barra singola, in ottone nichelato, con detentori e derivazione maschio da 24x19.</w:t>
            </w:r>
          </w:p>
          <w:p w14:paraId="75579BB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CFCC89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48A91DD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Attacchi aggiuntivi 1/2” F per la valvola di sfiato e rubinetto di scarico</w:t>
            </w:r>
          </w:p>
          <w:p w14:paraId="1AEB26D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A3DB6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C8120C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0D23CE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C76DA2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69D115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62B02A3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B51B0B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27F44F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28DE86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9 vie 24x19 o equivalente.</w:t>
            </w:r>
          </w:p>
        </w:tc>
      </w:tr>
      <w:tr w:rsidR="00B00196" w:rsidRPr="009279E2" w14:paraId="79CAC5B8" w14:textId="77777777" w:rsidTr="00F12594">
        <w:tc>
          <w:tcPr>
            <w:tcW w:w="1311" w:type="dxa"/>
          </w:tcPr>
          <w:p w14:paraId="0F5AD9A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01298636</w:t>
            </w:r>
          </w:p>
        </w:tc>
        <w:tc>
          <w:tcPr>
            <w:tcW w:w="2086" w:type="dxa"/>
          </w:tcPr>
          <w:p w14:paraId="2B5D485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4AE106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 10 vie 24x19</w:t>
            </w:r>
          </w:p>
        </w:tc>
        <w:tc>
          <w:tcPr>
            <w:tcW w:w="6101" w:type="dxa"/>
          </w:tcPr>
          <w:p w14:paraId="14B8C3A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0F36649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4BCB71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46C7B6F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76C390A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792205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BEFFEE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113A8F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A45973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AC62AF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7F6BECD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A6B135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28D27D1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2E1514C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10 vie 24x19 o equivalente.</w:t>
            </w:r>
          </w:p>
        </w:tc>
      </w:tr>
      <w:tr w:rsidR="00B00196" w:rsidRPr="009279E2" w14:paraId="67ECA357" w14:textId="77777777" w:rsidTr="00F12594">
        <w:tc>
          <w:tcPr>
            <w:tcW w:w="1311" w:type="dxa"/>
          </w:tcPr>
          <w:p w14:paraId="7310233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01298638</w:t>
            </w:r>
          </w:p>
        </w:tc>
        <w:tc>
          <w:tcPr>
            <w:tcW w:w="2086" w:type="dxa"/>
          </w:tcPr>
          <w:p w14:paraId="4D24137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7C0B299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 11 vie 24x19</w:t>
            </w:r>
          </w:p>
        </w:tc>
        <w:tc>
          <w:tcPr>
            <w:tcW w:w="6101" w:type="dxa"/>
          </w:tcPr>
          <w:p w14:paraId="5346BD7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5BDFB97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0DB541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6935B6D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4CB54B8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62201F1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55780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AEB0AC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Pressione massima: 10 bar</w:t>
            </w:r>
          </w:p>
          <w:p w14:paraId="660A14E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2BD148E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16E75F8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5477C3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6274B46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239A1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11 vie 24x19 o equivalente.</w:t>
            </w:r>
          </w:p>
        </w:tc>
      </w:tr>
      <w:tr w:rsidR="00B00196" w:rsidRPr="009279E2" w14:paraId="24322D11" w14:textId="77777777" w:rsidTr="00F12594">
        <w:tc>
          <w:tcPr>
            <w:tcW w:w="1311" w:type="dxa"/>
          </w:tcPr>
          <w:p w14:paraId="7C43212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01298640</w:t>
            </w:r>
          </w:p>
        </w:tc>
        <w:tc>
          <w:tcPr>
            <w:tcW w:w="2086" w:type="dxa"/>
          </w:tcPr>
          <w:p w14:paraId="365D0D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2AD9B48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 12 vie 24x19</w:t>
            </w:r>
          </w:p>
        </w:tc>
        <w:tc>
          <w:tcPr>
            <w:tcW w:w="6101" w:type="dxa"/>
          </w:tcPr>
          <w:p w14:paraId="7CF0021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1E8C7A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E56AE3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2E65AB2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0D63BBB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625B02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EE2A87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866E70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EBAD28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1” F </w:t>
            </w:r>
          </w:p>
          <w:p w14:paraId="502BB26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3768E59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E3C1A6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72CDF81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2B3BBA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 12 vie 24x19 o equivalente.</w:t>
            </w:r>
          </w:p>
        </w:tc>
      </w:tr>
      <w:tr w:rsidR="00B00196" w:rsidRPr="009279E2" w14:paraId="542D1BC7" w14:textId="77777777" w:rsidTr="00F12594">
        <w:tc>
          <w:tcPr>
            <w:tcW w:w="1311" w:type="dxa"/>
          </w:tcPr>
          <w:p w14:paraId="33F7984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01298864</w:t>
            </w:r>
          </w:p>
        </w:tc>
        <w:tc>
          <w:tcPr>
            <w:tcW w:w="2086" w:type="dxa"/>
          </w:tcPr>
          <w:p w14:paraId="3C99B0F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F27A18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1”1/4 4 vie 24x19</w:t>
            </w:r>
          </w:p>
        </w:tc>
        <w:tc>
          <w:tcPr>
            <w:tcW w:w="6101" w:type="dxa"/>
          </w:tcPr>
          <w:p w14:paraId="5E6D1DD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1B1EEB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C347CF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54AA49A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23D92BB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D6E07D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2F4AB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E536F7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1E7AED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002AADE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05DEA7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DF944A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4ECCA0D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B42290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4 vie 24x19 o equivalente.</w:t>
            </w:r>
          </w:p>
        </w:tc>
      </w:tr>
      <w:tr w:rsidR="00B00196" w:rsidRPr="009279E2" w14:paraId="173E3948" w14:textId="77777777" w:rsidTr="00F12594">
        <w:tc>
          <w:tcPr>
            <w:tcW w:w="1311" w:type="dxa"/>
          </w:tcPr>
          <w:p w14:paraId="618F958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01298866</w:t>
            </w:r>
          </w:p>
        </w:tc>
        <w:tc>
          <w:tcPr>
            <w:tcW w:w="2086" w:type="dxa"/>
          </w:tcPr>
          <w:p w14:paraId="5C676B8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0693EE1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1”1/4 5 vie 24x19</w:t>
            </w:r>
          </w:p>
        </w:tc>
        <w:tc>
          <w:tcPr>
            <w:tcW w:w="6101" w:type="dxa"/>
          </w:tcPr>
          <w:p w14:paraId="74217AA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436AA55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6D55EA9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1416C4C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4888F4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90BED9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9A676C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227574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A4B43D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24763FD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677AC49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BD486E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5348590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98B7C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5 vie 24x19 o equivalente.</w:t>
            </w:r>
          </w:p>
        </w:tc>
      </w:tr>
      <w:tr w:rsidR="00B00196" w:rsidRPr="009279E2" w14:paraId="401A6F7A" w14:textId="77777777" w:rsidTr="00F12594">
        <w:tc>
          <w:tcPr>
            <w:tcW w:w="1311" w:type="dxa"/>
          </w:tcPr>
          <w:p w14:paraId="49283CF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01298868</w:t>
            </w:r>
          </w:p>
        </w:tc>
        <w:tc>
          <w:tcPr>
            <w:tcW w:w="2086" w:type="dxa"/>
          </w:tcPr>
          <w:p w14:paraId="27B7F0A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5698FC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1”1/4 6 vie 24x19</w:t>
            </w:r>
          </w:p>
        </w:tc>
        <w:tc>
          <w:tcPr>
            <w:tcW w:w="6101" w:type="dxa"/>
          </w:tcPr>
          <w:p w14:paraId="462E04B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6E78EBE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FFDDE1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393D2F6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7B4F8A1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5712C6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C1777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610B00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493CCA7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3C2F0DB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742F10C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CA4A66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6391532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930CC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6 vie 24x19 o equivalente.</w:t>
            </w:r>
          </w:p>
        </w:tc>
      </w:tr>
      <w:tr w:rsidR="00B00196" w:rsidRPr="009279E2" w14:paraId="48C4E64D" w14:textId="77777777" w:rsidTr="00F12594">
        <w:tc>
          <w:tcPr>
            <w:tcW w:w="1311" w:type="dxa"/>
          </w:tcPr>
          <w:p w14:paraId="51337C6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01298870</w:t>
            </w:r>
          </w:p>
        </w:tc>
        <w:tc>
          <w:tcPr>
            <w:tcW w:w="2086" w:type="dxa"/>
          </w:tcPr>
          <w:p w14:paraId="3F394B0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3FFEE7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1”1/4 7 vie 24x19</w:t>
            </w:r>
          </w:p>
        </w:tc>
        <w:tc>
          <w:tcPr>
            <w:tcW w:w="6101" w:type="dxa"/>
          </w:tcPr>
          <w:p w14:paraId="5C6BF11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340C0EF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DA6E1E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1634983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7AC0F64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7B61D9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09A5BD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CC0FD4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2C04D0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3658D7F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963172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97CBC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0146A9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0ED97E0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7 vie 24x19 o equivalente.</w:t>
            </w:r>
          </w:p>
        </w:tc>
      </w:tr>
      <w:tr w:rsidR="00B00196" w:rsidRPr="009279E2" w14:paraId="577DAE26" w14:textId="77777777" w:rsidTr="00F12594">
        <w:tc>
          <w:tcPr>
            <w:tcW w:w="1311" w:type="dxa"/>
          </w:tcPr>
          <w:p w14:paraId="44C404C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01298872</w:t>
            </w:r>
          </w:p>
        </w:tc>
        <w:tc>
          <w:tcPr>
            <w:tcW w:w="2086" w:type="dxa"/>
          </w:tcPr>
          <w:p w14:paraId="2EF9397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2A1F446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1”1/4 8 vie 24x19</w:t>
            </w:r>
          </w:p>
        </w:tc>
        <w:tc>
          <w:tcPr>
            <w:tcW w:w="6101" w:type="dxa"/>
          </w:tcPr>
          <w:p w14:paraId="0C90150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0E82D5A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C4B3F0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7DBE0E2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7F324F8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822BC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A454B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653525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589B2E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3EA070A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2C0D92F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FCB528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562A3EF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2DBD6F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8 vie 24x19 o equivalente.</w:t>
            </w:r>
          </w:p>
        </w:tc>
      </w:tr>
      <w:tr w:rsidR="00B00196" w:rsidRPr="009279E2" w14:paraId="4FD58B22" w14:textId="77777777" w:rsidTr="00F12594">
        <w:tc>
          <w:tcPr>
            <w:tcW w:w="1311" w:type="dxa"/>
          </w:tcPr>
          <w:p w14:paraId="0B8EC9F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01298874</w:t>
            </w:r>
          </w:p>
        </w:tc>
        <w:tc>
          <w:tcPr>
            <w:tcW w:w="2086" w:type="dxa"/>
          </w:tcPr>
          <w:p w14:paraId="7FE6BA4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184524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Collettore di mandata con detentori a barra </w:t>
            </w: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singola da 1”1/4 9 vie 24x19</w:t>
            </w:r>
          </w:p>
        </w:tc>
        <w:tc>
          <w:tcPr>
            <w:tcW w:w="6101" w:type="dxa"/>
          </w:tcPr>
          <w:p w14:paraId="5C55B25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Collettore di mandata a barra singola, in ottone nichelato, con detentori e derivazione maschio da 24x19.</w:t>
            </w:r>
          </w:p>
          <w:p w14:paraId="5EA72B5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E37695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3ED2528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Attacchi aggiuntivi 1/2” F per la valvola di sfiato e rubinetto di scarico</w:t>
            </w:r>
          </w:p>
          <w:p w14:paraId="25B3F56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3DA68C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F1830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83BEE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E2DC16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3C61E3C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126B8B2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2C7274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6D3B624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A37200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9 vie 24x19 o equivalente.</w:t>
            </w:r>
          </w:p>
        </w:tc>
      </w:tr>
      <w:tr w:rsidR="00B00196" w:rsidRPr="009279E2" w14:paraId="278CF1D5" w14:textId="77777777" w:rsidTr="00F12594">
        <w:tc>
          <w:tcPr>
            <w:tcW w:w="1311" w:type="dxa"/>
          </w:tcPr>
          <w:p w14:paraId="4E476D3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01298876</w:t>
            </w:r>
          </w:p>
        </w:tc>
        <w:tc>
          <w:tcPr>
            <w:tcW w:w="2086" w:type="dxa"/>
          </w:tcPr>
          <w:p w14:paraId="2535DD5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E78AD2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1”1/4 10 vie 24x19</w:t>
            </w:r>
          </w:p>
        </w:tc>
        <w:tc>
          <w:tcPr>
            <w:tcW w:w="6101" w:type="dxa"/>
          </w:tcPr>
          <w:p w14:paraId="16971ED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3E85D82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FC1E15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3BEE1DD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38FBC88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2E47B8F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08F5C6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6D8CD9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654AC9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196F062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534C27C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B9F428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17C72BB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4EE44DE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10 vie 24x19 o equivalente.</w:t>
            </w:r>
          </w:p>
        </w:tc>
      </w:tr>
      <w:tr w:rsidR="00B00196" w:rsidRPr="009279E2" w14:paraId="0980BD80" w14:textId="77777777" w:rsidTr="00F12594">
        <w:tc>
          <w:tcPr>
            <w:tcW w:w="1311" w:type="dxa"/>
          </w:tcPr>
          <w:p w14:paraId="65262F3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01298878</w:t>
            </w:r>
          </w:p>
        </w:tc>
        <w:tc>
          <w:tcPr>
            <w:tcW w:w="2086" w:type="dxa"/>
          </w:tcPr>
          <w:p w14:paraId="04EE9C6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0F347E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detentori a barra singola da 1”1/4 11 vie 24x19</w:t>
            </w:r>
          </w:p>
        </w:tc>
        <w:tc>
          <w:tcPr>
            <w:tcW w:w="6101" w:type="dxa"/>
          </w:tcPr>
          <w:p w14:paraId="201A480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2B49151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DBB258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7F9C07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1FDBC0E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C8486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31A97E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E4137D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Pressione massima: 10 bar</w:t>
            </w:r>
          </w:p>
          <w:p w14:paraId="2707967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6924DE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66D2B7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52A0F8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19A2CC4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58424B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11 vie 24x19 o equivalente.</w:t>
            </w:r>
          </w:p>
        </w:tc>
      </w:tr>
      <w:tr w:rsidR="00B00196" w:rsidRPr="009279E2" w14:paraId="723A9D76" w14:textId="77777777" w:rsidTr="00F12594">
        <w:tc>
          <w:tcPr>
            <w:tcW w:w="1311" w:type="dxa"/>
          </w:tcPr>
          <w:p w14:paraId="2AF27C2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01298880</w:t>
            </w:r>
          </w:p>
        </w:tc>
        <w:tc>
          <w:tcPr>
            <w:tcW w:w="2086" w:type="dxa"/>
          </w:tcPr>
          <w:p w14:paraId="3391441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6EE56C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detentori a barra singola da 1”1/4 12 vie 24x19</w:t>
            </w:r>
          </w:p>
        </w:tc>
        <w:tc>
          <w:tcPr>
            <w:tcW w:w="6101" w:type="dxa"/>
          </w:tcPr>
          <w:p w14:paraId="60853A5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e derivazione maschio da 24x19.</w:t>
            </w:r>
          </w:p>
          <w:p w14:paraId="721BC7B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ECA76F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Detentori, a doppia regolazione</w:t>
            </w:r>
          </w:p>
          <w:p w14:paraId="28431C1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3198FB2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4E75FA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B4E7A9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CC2C22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69F72A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Filettatura di testa: G 1” F1/4 </w:t>
            </w:r>
          </w:p>
          <w:p w14:paraId="5DFEC07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1129A36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56EF6B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0CFBC93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261EFD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detentori a barra singola da 1”1/4 12 vie 24x19 o equivalente.</w:t>
            </w:r>
          </w:p>
        </w:tc>
      </w:tr>
      <w:tr w:rsidR="00B00196" w:rsidRPr="009279E2" w14:paraId="7BAE31DB" w14:textId="77777777" w:rsidTr="00F12594">
        <w:tc>
          <w:tcPr>
            <w:tcW w:w="1311" w:type="dxa"/>
          </w:tcPr>
          <w:p w14:paraId="17D5EE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01298120</w:t>
            </w:r>
          </w:p>
        </w:tc>
        <w:tc>
          <w:tcPr>
            <w:tcW w:w="2086" w:type="dxa"/>
          </w:tcPr>
          <w:p w14:paraId="052969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0D363A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  2 vie 24x19</w:t>
            </w:r>
          </w:p>
        </w:tc>
        <w:tc>
          <w:tcPr>
            <w:tcW w:w="6101" w:type="dxa"/>
          </w:tcPr>
          <w:p w14:paraId="68A255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36AA38D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Completo di:</w:t>
            </w:r>
          </w:p>
          <w:p w14:paraId="3B54372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Detentori con misuratori di portata incorporati (0÷4 l/min)</w:t>
            </w:r>
          </w:p>
          <w:p w14:paraId="28D5785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1/2” F per la valvola di sfiato e rubinetto di scarico</w:t>
            </w:r>
          </w:p>
          <w:p w14:paraId="2077586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D8778B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2E72F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1DFC9AC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7ECAE80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4933908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5A3BA7C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lastRenderedPageBreak/>
              <w:t>Interasse derivazioni: 50 mm</w:t>
            </w:r>
          </w:p>
          <w:p w14:paraId="3D9FCA3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color w:val="000000" w:themeColor="text1"/>
                <w:sz w:val="20"/>
              </w:rPr>
            </w:pP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>N° vie: 2 vie</w:t>
            </w:r>
          </w:p>
          <w:p w14:paraId="361C984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20B043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Collettore di mandata con misuratori di portata a barra singola da 1” 2 vie 24x19 o equivalente.</w:t>
            </w:r>
          </w:p>
        </w:tc>
      </w:tr>
      <w:tr w:rsidR="00B00196" w:rsidRPr="009279E2" w14:paraId="33660A69" w14:textId="77777777" w:rsidTr="00F12594">
        <w:tc>
          <w:tcPr>
            <w:tcW w:w="1311" w:type="dxa"/>
          </w:tcPr>
          <w:p w14:paraId="64BBAA6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01298122</w:t>
            </w:r>
          </w:p>
        </w:tc>
        <w:tc>
          <w:tcPr>
            <w:tcW w:w="2086" w:type="dxa"/>
          </w:tcPr>
          <w:p w14:paraId="0E84138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7BEEA03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  3 vie 24x19</w:t>
            </w:r>
          </w:p>
        </w:tc>
        <w:tc>
          <w:tcPr>
            <w:tcW w:w="6101" w:type="dxa"/>
          </w:tcPr>
          <w:p w14:paraId="0C84A32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5774459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29FA38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61523A4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2A93934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7A852B6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DF2C3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49B0288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060E8D4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774E50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127626A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9B62CF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3CE8A89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4498C26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3 vie 24x19 o equivalente.</w:t>
            </w:r>
          </w:p>
        </w:tc>
      </w:tr>
      <w:tr w:rsidR="00B00196" w:rsidRPr="009279E2" w14:paraId="0C741EF6" w14:textId="77777777" w:rsidTr="00F12594">
        <w:tc>
          <w:tcPr>
            <w:tcW w:w="1311" w:type="dxa"/>
          </w:tcPr>
          <w:p w14:paraId="6CAA2BB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01298124</w:t>
            </w:r>
          </w:p>
        </w:tc>
        <w:tc>
          <w:tcPr>
            <w:tcW w:w="2086" w:type="dxa"/>
          </w:tcPr>
          <w:p w14:paraId="575B256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EB7B7D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  4 vie 24x19</w:t>
            </w:r>
          </w:p>
        </w:tc>
        <w:tc>
          <w:tcPr>
            <w:tcW w:w="6101" w:type="dxa"/>
          </w:tcPr>
          <w:p w14:paraId="4913920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0ED542B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66C9D0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FD1D54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1FEF478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996E36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C9DA6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770D3BC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51BB5FC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1C55C2A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2118B84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C62B6E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N° vie: 4 vie</w:t>
            </w:r>
          </w:p>
          <w:p w14:paraId="020F11A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725492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4 vie 24x19 o equivalente.</w:t>
            </w:r>
          </w:p>
        </w:tc>
      </w:tr>
      <w:tr w:rsidR="00B00196" w:rsidRPr="009279E2" w14:paraId="707ADB06" w14:textId="77777777" w:rsidTr="00F12594">
        <w:tc>
          <w:tcPr>
            <w:tcW w:w="1311" w:type="dxa"/>
          </w:tcPr>
          <w:p w14:paraId="5DD479E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01298126</w:t>
            </w:r>
          </w:p>
        </w:tc>
        <w:tc>
          <w:tcPr>
            <w:tcW w:w="2086" w:type="dxa"/>
          </w:tcPr>
          <w:p w14:paraId="3B55E8D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9D249F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  5 vie 24x19</w:t>
            </w:r>
          </w:p>
        </w:tc>
        <w:tc>
          <w:tcPr>
            <w:tcW w:w="6101" w:type="dxa"/>
          </w:tcPr>
          <w:p w14:paraId="436D26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4D5CBB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7985522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0AACE9A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268D472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4EE4FB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5752F6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4BA8F31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2B827D5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480E5C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6A03410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9E3B05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vie:5</w:t>
            </w:r>
          </w:p>
          <w:p w14:paraId="4EF1F0C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2AEA19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5 vie 24x19 o equivalente.</w:t>
            </w:r>
          </w:p>
        </w:tc>
      </w:tr>
      <w:tr w:rsidR="00B00196" w:rsidRPr="009279E2" w14:paraId="416A0A5E" w14:textId="77777777" w:rsidTr="00F12594">
        <w:tc>
          <w:tcPr>
            <w:tcW w:w="1311" w:type="dxa"/>
          </w:tcPr>
          <w:p w14:paraId="343170F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01298128</w:t>
            </w:r>
          </w:p>
        </w:tc>
        <w:tc>
          <w:tcPr>
            <w:tcW w:w="2086" w:type="dxa"/>
          </w:tcPr>
          <w:p w14:paraId="67C769E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836A9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  6 vie 24x19</w:t>
            </w:r>
          </w:p>
        </w:tc>
        <w:tc>
          <w:tcPr>
            <w:tcW w:w="6101" w:type="dxa"/>
          </w:tcPr>
          <w:p w14:paraId="14089A8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291DEEF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7C642D3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A28D5B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7B9B322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BDF10B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791896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755152D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4BE2F55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5CE9F2B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16119C4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CA5B11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3B8813B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E68B16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6 vie 24x19 o equivalente.</w:t>
            </w:r>
          </w:p>
        </w:tc>
      </w:tr>
      <w:tr w:rsidR="00B00196" w:rsidRPr="009279E2" w14:paraId="268E1FB9" w14:textId="77777777" w:rsidTr="00F12594">
        <w:tc>
          <w:tcPr>
            <w:tcW w:w="1311" w:type="dxa"/>
          </w:tcPr>
          <w:p w14:paraId="1C1C851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01298130</w:t>
            </w:r>
          </w:p>
        </w:tc>
        <w:tc>
          <w:tcPr>
            <w:tcW w:w="2086" w:type="dxa"/>
          </w:tcPr>
          <w:p w14:paraId="0D2AFED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57ED05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  7 vie 24x19</w:t>
            </w:r>
          </w:p>
        </w:tc>
        <w:tc>
          <w:tcPr>
            <w:tcW w:w="6101" w:type="dxa"/>
          </w:tcPr>
          <w:p w14:paraId="2D0ADAA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147395C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145F45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63BABF6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0E4D0B6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CBAA75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FB1737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35A6858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505E415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4AFDC5F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04A0EF1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D006AE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041289F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644C03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7 vie 24x19 o equivalente.</w:t>
            </w:r>
          </w:p>
        </w:tc>
      </w:tr>
      <w:tr w:rsidR="00B00196" w:rsidRPr="009279E2" w14:paraId="66DB3BDA" w14:textId="77777777" w:rsidTr="00F12594">
        <w:tc>
          <w:tcPr>
            <w:tcW w:w="1311" w:type="dxa"/>
          </w:tcPr>
          <w:p w14:paraId="3563C2B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01298132</w:t>
            </w:r>
          </w:p>
        </w:tc>
        <w:tc>
          <w:tcPr>
            <w:tcW w:w="2086" w:type="dxa"/>
          </w:tcPr>
          <w:p w14:paraId="4F31BD6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423BC08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  8 vie 24x19</w:t>
            </w:r>
          </w:p>
        </w:tc>
        <w:tc>
          <w:tcPr>
            <w:tcW w:w="6101" w:type="dxa"/>
          </w:tcPr>
          <w:p w14:paraId="0954F58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1B5BD5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D12804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39CF079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56622A3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EFAEA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AF4E5E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3023C62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6776733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462F71D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252EB23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B78173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1920538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0831501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Topway Collettore di mandata con misuratori di portata a barra singola da 1” 8 vie 24x19 o equivalente.</w:t>
            </w:r>
          </w:p>
        </w:tc>
      </w:tr>
      <w:tr w:rsidR="00B00196" w:rsidRPr="009279E2" w14:paraId="156A21C7" w14:textId="77777777" w:rsidTr="00F12594">
        <w:tc>
          <w:tcPr>
            <w:tcW w:w="1311" w:type="dxa"/>
          </w:tcPr>
          <w:p w14:paraId="039419C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01298134</w:t>
            </w:r>
          </w:p>
        </w:tc>
        <w:tc>
          <w:tcPr>
            <w:tcW w:w="2086" w:type="dxa"/>
          </w:tcPr>
          <w:p w14:paraId="63AE8DC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A8145D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  9 vie 24x19</w:t>
            </w:r>
          </w:p>
        </w:tc>
        <w:tc>
          <w:tcPr>
            <w:tcW w:w="6101" w:type="dxa"/>
          </w:tcPr>
          <w:p w14:paraId="0C60EDF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7D962B0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4FD363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01147B2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09C42A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59113F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9B8109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5561137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0834DFA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6F74C33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6D71DBA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403E12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63E115B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4D0A0B8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9 vie 24x19 o equivalente.</w:t>
            </w:r>
          </w:p>
        </w:tc>
      </w:tr>
      <w:tr w:rsidR="00B00196" w:rsidRPr="009279E2" w14:paraId="3EDAE1A1" w14:textId="77777777" w:rsidTr="00F12594">
        <w:tc>
          <w:tcPr>
            <w:tcW w:w="1311" w:type="dxa"/>
          </w:tcPr>
          <w:p w14:paraId="239E84F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01298136</w:t>
            </w:r>
          </w:p>
        </w:tc>
        <w:tc>
          <w:tcPr>
            <w:tcW w:w="2086" w:type="dxa"/>
          </w:tcPr>
          <w:p w14:paraId="135EED7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BC9A96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  10 vie 24x19</w:t>
            </w:r>
          </w:p>
        </w:tc>
        <w:tc>
          <w:tcPr>
            <w:tcW w:w="6101" w:type="dxa"/>
          </w:tcPr>
          <w:p w14:paraId="4273C75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6EB2BA3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599F45A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4E40A2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2095293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155AAC5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292A0D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5E31D92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3965C1E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0FCDA9D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3/4” Eurocono, Interasse derivazioni: 50 mm</w:t>
            </w:r>
          </w:p>
          <w:p w14:paraId="5FF989E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032C32D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1A8413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Topway Collettore di mandata con misuratori di portata a barra singola da 1” 10 vie 24x19 o equivalente.</w:t>
            </w:r>
          </w:p>
        </w:tc>
      </w:tr>
      <w:tr w:rsidR="00B00196" w:rsidRPr="009279E2" w14:paraId="6357A5A3" w14:textId="77777777" w:rsidTr="00F12594">
        <w:tc>
          <w:tcPr>
            <w:tcW w:w="1311" w:type="dxa"/>
          </w:tcPr>
          <w:p w14:paraId="6E0EB7A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01298138</w:t>
            </w:r>
          </w:p>
        </w:tc>
        <w:tc>
          <w:tcPr>
            <w:tcW w:w="2086" w:type="dxa"/>
          </w:tcPr>
          <w:p w14:paraId="45A762A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4181298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  11 vie 24x19</w:t>
            </w:r>
          </w:p>
        </w:tc>
        <w:tc>
          <w:tcPr>
            <w:tcW w:w="6101" w:type="dxa"/>
          </w:tcPr>
          <w:p w14:paraId="132370C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51AAF78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6E709C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086FDEC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46C35CC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4FCC07C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52447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2C1867E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3F572CB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0E5B1E8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58AE13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926718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42DDD64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3724F4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mandata con misuratori di portata a barra singola da 1” 11 vie 24x19 o equivalente.</w:t>
            </w:r>
          </w:p>
        </w:tc>
      </w:tr>
      <w:tr w:rsidR="00B00196" w:rsidRPr="009279E2" w14:paraId="3CC7B886" w14:textId="77777777" w:rsidTr="00F12594">
        <w:tc>
          <w:tcPr>
            <w:tcW w:w="1311" w:type="dxa"/>
          </w:tcPr>
          <w:p w14:paraId="347A586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01298140</w:t>
            </w:r>
          </w:p>
        </w:tc>
        <w:tc>
          <w:tcPr>
            <w:tcW w:w="2086" w:type="dxa"/>
          </w:tcPr>
          <w:p w14:paraId="549F0AE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747196A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  12 vie 24x19</w:t>
            </w:r>
          </w:p>
        </w:tc>
        <w:tc>
          <w:tcPr>
            <w:tcW w:w="6101" w:type="dxa"/>
          </w:tcPr>
          <w:p w14:paraId="44AC9B7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2CD5238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7C1098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1398245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4EB6E75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9D59DE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31710E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56EFC53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476E508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</w:t>
            </w:r>
          </w:p>
          <w:p w14:paraId="6E13708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7AD0DB0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970BD9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35254BE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72DDA9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Topway Collettore di mandata con misuratori di portata a barra singola da 1” 12 vie 24x19 o equivalente.</w:t>
            </w:r>
          </w:p>
        </w:tc>
      </w:tr>
      <w:tr w:rsidR="00B00196" w:rsidRPr="009279E2" w14:paraId="2F4E2A2F" w14:textId="77777777" w:rsidTr="00F12594">
        <w:tc>
          <w:tcPr>
            <w:tcW w:w="1311" w:type="dxa"/>
          </w:tcPr>
          <w:p w14:paraId="54FEB62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01298364</w:t>
            </w:r>
          </w:p>
        </w:tc>
        <w:tc>
          <w:tcPr>
            <w:tcW w:w="2086" w:type="dxa"/>
          </w:tcPr>
          <w:p w14:paraId="4AA00A2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78B370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4 vie 24x19</w:t>
            </w:r>
          </w:p>
        </w:tc>
        <w:tc>
          <w:tcPr>
            <w:tcW w:w="6101" w:type="dxa"/>
          </w:tcPr>
          <w:p w14:paraId="16E1B7F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6C5C7DF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335A304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5FAAD7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1CDEA03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23B5A8A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B1442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233C5A1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5D59341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422F58D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2D70738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E0C845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513ED5D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729DEB0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 xml:space="preserve">Marca Emmeti – </w:t>
            </w:r>
            <w:r w:rsidRPr="003B09FA">
              <w:rPr>
                <w:rFonts w:ascii="Poppins" w:hAnsi="Poppins" w:cs="Poppins"/>
                <w:b/>
                <w:bCs/>
                <w:sz w:val="20"/>
              </w:rPr>
              <w:t>Modello 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4 vie 24x19 o equivalente.</w:t>
            </w:r>
          </w:p>
        </w:tc>
      </w:tr>
      <w:tr w:rsidR="00B00196" w:rsidRPr="009279E2" w14:paraId="00F8C0B0" w14:textId="77777777" w:rsidTr="00F12594">
        <w:tc>
          <w:tcPr>
            <w:tcW w:w="1311" w:type="dxa"/>
          </w:tcPr>
          <w:p w14:paraId="64B5213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01298366</w:t>
            </w:r>
          </w:p>
        </w:tc>
        <w:tc>
          <w:tcPr>
            <w:tcW w:w="2086" w:type="dxa"/>
          </w:tcPr>
          <w:p w14:paraId="13C83A8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03796CE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5 vie 24x19</w:t>
            </w:r>
          </w:p>
        </w:tc>
        <w:tc>
          <w:tcPr>
            <w:tcW w:w="6101" w:type="dxa"/>
          </w:tcPr>
          <w:p w14:paraId="6453FEC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056149B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0054F6C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568AE95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2A273E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3E93835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C2277F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11615D5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5F4733F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49A2592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7442609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18068A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263AD85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3A8AFC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5 vie 24x19 o equivalente.</w:t>
            </w:r>
          </w:p>
        </w:tc>
      </w:tr>
      <w:tr w:rsidR="00B00196" w:rsidRPr="009279E2" w14:paraId="4F07F4CA" w14:textId="77777777" w:rsidTr="00F12594">
        <w:tc>
          <w:tcPr>
            <w:tcW w:w="1311" w:type="dxa"/>
          </w:tcPr>
          <w:p w14:paraId="6204C2D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01298368</w:t>
            </w:r>
          </w:p>
        </w:tc>
        <w:tc>
          <w:tcPr>
            <w:tcW w:w="2086" w:type="dxa"/>
          </w:tcPr>
          <w:p w14:paraId="6BB417C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77006EB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6 vie 24x19</w:t>
            </w:r>
          </w:p>
        </w:tc>
        <w:tc>
          <w:tcPr>
            <w:tcW w:w="6101" w:type="dxa"/>
          </w:tcPr>
          <w:p w14:paraId="66A4BC2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58D2CAE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9BEFC9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1EED5D0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1316175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18ABAA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22856A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70918D1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1ADEF40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764401B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2A028F2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F3B156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58B0CD6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1C5097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6 vie 24x19 o equivalente.</w:t>
            </w:r>
          </w:p>
        </w:tc>
      </w:tr>
      <w:tr w:rsidR="00B00196" w:rsidRPr="009279E2" w14:paraId="6576334D" w14:textId="77777777" w:rsidTr="00F12594">
        <w:tc>
          <w:tcPr>
            <w:tcW w:w="1311" w:type="dxa"/>
          </w:tcPr>
          <w:p w14:paraId="7F46C0D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01298370</w:t>
            </w:r>
          </w:p>
        </w:tc>
        <w:tc>
          <w:tcPr>
            <w:tcW w:w="2086" w:type="dxa"/>
          </w:tcPr>
          <w:p w14:paraId="5860378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7E3EAD4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1”1/4 7 vie 24x19</w:t>
            </w:r>
          </w:p>
        </w:tc>
        <w:tc>
          <w:tcPr>
            <w:tcW w:w="6101" w:type="dxa"/>
          </w:tcPr>
          <w:p w14:paraId="458A4CF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65B7875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CD08FE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782DE66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13EC50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6BE318C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23ACFF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2548A41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6ECB3DF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06157ED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01AF712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294620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518141E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6C9C42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7 vie 24x19 o equivalente.</w:t>
            </w:r>
          </w:p>
        </w:tc>
      </w:tr>
      <w:tr w:rsidR="00B00196" w:rsidRPr="009279E2" w14:paraId="38D394FA" w14:textId="77777777" w:rsidTr="00F12594">
        <w:tc>
          <w:tcPr>
            <w:tcW w:w="1311" w:type="dxa"/>
          </w:tcPr>
          <w:p w14:paraId="029B00D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01298372</w:t>
            </w:r>
          </w:p>
        </w:tc>
        <w:tc>
          <w:tcPr>
            <w:tcW w:w="2086" w:type="dxa"/>
          </w:tcPr>
          <w:p w14:paraId="0F7C193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6E0160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8 vie 24x19</w:t>
            </w:r>
          </w:p>
        </w:tc>
        <w:tc>
          <w:tcPr>
            <w:tcW w:w="6101" w:type="dxa"/>
          </w:tcPr>
          <w:p w14:paraId="7DBA844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7771814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5879EA7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5825D24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3E015E0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55807FF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BA0FA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25F678B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7B81ED8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4282473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1AF29D2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8831C3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08DEFF7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DFA5D2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 xml:space="preserve">Marca Emmeti – </w:t>
            </w:r>
            <w:r w:rsidRPr="003B09FA">
              <w:rPr>
                <w:rFonts w:ascii="Poppins" w:hAnsi="Poppins" w:cs="Poppins"/>
                <w:b/>
                <w:bCs/>
                <w:sz w:val="20"/>
              </w:rPr>
              <w:t>Modello 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8 vie 24x19 o equivalente.</w:t>
            </w:r>
          </w:p>
        </w:tc>
      </w:tr>
      <w:tr w:rsidR="00B00196" w:rsidRPr="009279E2" w14:paraId="3CDF89B2" w14:textId="77777777" w:rsidTr="00F12594">
        <w:tc>
          <w:tcPr>
            <w:tcW w:w="1311" w:type="dxa"/>
          </w:tcPr>
          <w:p w14:paraId="28071A8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01298374</w:t>
            </w:r>
          </w:p>
        </w:tc>
        <w:tc>
          <w:tcPr>
            <w:tcW w:w="2086" w:type="dxa"/>
          </w:tcPr>
          <w:p w14:paraId="33909E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E2FCE0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9 vie 24x19</w:t>
            </w:r>
          </w:p>
        </w:tc>
        <w:tc>
          <w:tcPr>
            <w:tcW w:w="6101" w:type="dxa"/>
          </w:tcPr>
          <w:p w14:paraId="1B001AB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6E0DCA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221C942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3D6CE8C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162BB64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25FC5EF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D310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05244DA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5CC3118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42841B1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610F4FC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373DDF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2F16CBF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189C3D1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9 vie 24x19 o equivalente.</w:t>
            </w:r>
          </w:p>
        </w:tc>
      </w:tr>
      <w:tr w:rsidR="00B00196" w:rsidRPr="009279E2" w14:paraId="1D79B2E1" w14:textId="77777777" w:rsidTr="00F12594">
        <w:tc>
          <w:tcPr>
            <w:tcW w:w="1311" w:type="dxa"/>
          </w:tcPr>
          <w:p w14:paraId="66B2474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01298376</w:t>
            </w:r>
          </w:p>
        </w:tc>
        <w:tc>
          <w:tcPr>
            <w:tcW w:w="2086" w:type="dxa"/>
          </w:tcPr>
          <w:p w14:paraId="60666CC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5467E84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10 vie 24x19</w:t>
            </w:r>
          </w:p>
        </w:tc>
        <w:tc>
          <w:tcPr>
            <w:tcW w:w="6101" w:type="dxa"/>
          </w:tcPr>
          <w:p w14:paraId="3146F1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09B5BD5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1C2DF4A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A102F3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49EF5A4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7E67D3D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03810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31CC3D8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0362360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69C02C7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0C75F3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3FFA0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20C0185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0471D15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10 vie 24x19 o equivalente.</w:t>
            </w:r>
          </w:p>
        </w:tc>
      </w:tr>
      <w:tr w:rsidR="00B00196" w:rsidRPr="009279E2" w14:paraId="36631BD3" w14:textId="77777777" w:rsidTr="00F12594">
        <w:tc>
          <w:tcPr>
            <w:tcW w:w="1311" w:type="dxa"/>
          </w:tcPr>
          <w:p w14:paraId="60D0304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01298378</w:t>
            </w:r>
          </w:p>
        </w:tc>
        <w:tc>
          <w:tcPr>
            <w:tcW w:w="2086" w:type="dxa"/>
          </w:tcPr>
          <w:p w14:paraId="2DD861F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133229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mandata con misuratori di portata a barra singola da 1”1/4 11 vie 24x19</w:t>
            </w:r>
          </w:p>
        </w:tc>
        <w:tc>
          <w:tcPr>
            <w:tcW w:w="6101" w:type="dxa"/>
          </w:tcPr>
          <w:p w14:paraId="01C2B6E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25EE75C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482A562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1B37D96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489B357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055E8D7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765DE6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3A11FCE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5F1FB11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5DDA69C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1F197CC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FD54EB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253A7E1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5003A1C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11 vie 24x19 o equivalente.</w:t>
            </w:r>
          </w:p>
        </w:tc>
      </w:tr>
      <w:tr w:rsidR="00B00196" w:rsidRPr="009279E2" w14:paraId="6BAB8FCA" w14:textId="77777777" w:rsidTr="00F12594">
        <w:tc>
          <w:tcPr>
            <w:tcW w:w="1311" w:type="dxa"/>
          </w:tcPr>
          <w:p w14:paraId="132F4C2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01298380</w:t>
            </w:r>
          </w:p>
        </w:tc>
        <w:tc>
          <w:tcPr>
            <w:tcW w:w="2086" w:type="dxa"/>
          </w:tcPr>
          <w:p w14:paraId="1888B66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FCB5A0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mandata con misuratori di portata a barra singola da 1”1/4 12 vie 24x19</w:t>
            </w:r>
          </w:p>
        </w:tc>
        <w:tc>
          <w:tcPr>
            <w:tcW w:w="6101" w:type="dxa"/>
          </w:tcPr>
          <w:p w14:paraId="47497DA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mandata a barra singola, in ottone nichelato, con detentori con misuratori di portata incorporati e derivazioni maschio 24x19.</w:t>
            </w:r>
          </w:p>
          <w:p w14:paraId="6965877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Completo di:</w:t>
            </w:r>
          </w:p>
          <w:p w14:paraId="7709E0D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5103ED2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Attacchi aggiuntivi per la valvola di sfiato e rubinetto di scarico</w:t>
            </w:r>
          </w:p>
          <w:p w14:paraId="1EACCE0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</w:p>
          <w:p w14:paraId="6669920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12FC9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90 °C</w:t>
            </w:r>
          </w:p>
          <w:p w14:paraId="2270161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6 bar</w:t>
            </w:r>
          </w:p>
          <w:p w14:paraId="410CAB9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1” F1/4</w:t>
            </w:r>
          </w:p>
          <w:p w14:paraId="1E2009B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 w:rsidRPr="00B00196">
              <w:rPr>
                <w:rFonts w:ascii="Poppins" w:hAnsi="Poppins" w:cs="Poppins"/>
                <w:color w:val="000000" w:themeColor="text1"/>
                <w:sz w:val="20"/>
              </w:rPr>
              <w:t xml:space="preserve">24x19 </w:t>
            </w:r>
          </w:p>
          <w:p w14:paraId="4E2171F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41F062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653CAB3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360"/>
              <w:rPr>
                <w:rFonts w:ascii="Poppins" w:hAnsi="Poppins" w:cs="Poppins"/>
                <w:sz w:val="20"/>
              </w:rPr>
            </w:pPr>
          </w:p>
          <w:p w14:paraId="63811FB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r w:rsidRPr="003B09FA">
              <w:rPr>
                <w:rFonts w:ascii="Poppins" w:hAnsi="Poppins" w:cs="Poppins"/>
                <w:b/>
                <w:sz w:val="20"/>
              </w:rPr>
              <w:t>Topway Collettore di mandata con misuratori di portata a barra singola da 1”1/4</w:t>
            </w:r>
            <w:r w:rsidRPr="00B00196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B00196">
              <w:rPr>
                <w:rFonts w:ascii="Poppins" w:hAnsi="Poppins" w:cs="Poppins"/>
                <w:b/>
                <w:bCs/>
                <w:sz w:val="20"/>
              </w:rPr>
              <w:t>12 vie 24x19 o equivalente.</w:t>
            </w:r>
          </w:p>
        </w:tc>
      </w:tr>
      <w:tr w:rsidR="00B00196" w:rsidRPr="009279E2" w14:paraId="7E7A8BC6" w14:textId="77777777" w:rsidTr="00F12594">
        <w:tc>
          <w:tcPr>
            <w:tcW w:w="1311" w:type="dxa"/>
          </w:tcPr>
          <w:p w14:paraId="65C5416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01293260</w:t>
            </w:r>
          </w:p>
        </w:tc>
        <w:tc>
          <w:tcPr>
            <w:tcW w:w="2086" w:type="dxa"/>
          </w:tcPr>
          <w:p w14:paraId="5B6AAB2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63460B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a barra singola da 3/4" con 2 vie 24x19</w:t>
            </w:r>
          </w:p>
        </w:tc>
        <w:tc>
          <w:tcPr>
            <w:tcW w:w="6101" w:type="dxa"/>
          </w:tcPr>
          <w:p w14:paraId="426E2D4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17CB175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654B40B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2FDA93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851271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C55E9E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6FB64D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455853B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6891460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2837BE7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2 vie</w:t>
            </w:r>
          </w:p>
          <w:p w14:paraId="7D92280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B17789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Topway Collettore di distribuzione a 3/4" con 2 vie 24x19 o equivalente.</w:t>
            </w:r>
          </w:p>
        </w:tc>
      </w:tr>
      <w:tr w:rsidR="00B00196" w:rsidRPr="009279E2" w14:paraId="329C1CC7" w14:textId="77777777" w:rsidTr="00F12594">
        <w:tc>
          <w:tcPr>
            <w:tcW w:w="1311" w:type="dxa"/>
          </w:tcPr>
          <w:p w14:paraId="3E51376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01293262</w:t>
            </w:r>
          </w:p>
        </w:tc>
        <w:tc>
          <w:tcPr>
            <w:tcW w:w="2086" w:type="dxa"/>
          </w:tcPr>
          <w:p w14:paraId="4CC7F3E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2DE43A8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Collettore di distribuzione a </w:t>
            </w: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barra singola da 3/4” 3 vie 24x19</w:t>
            </w:r>
          </w:p>
        </w:tc>
        <w:tc>
          <w:tcPr>
            <w:tcW w:w="6101" w:type="dxa"/>
          </w:tcPr>
          <w:p w14:paraId="27A56E6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Collettore di distribuzione a barra singola, in ottone nichelato, da 3/4” con derivazioni maschio 21x19.</w:t>
            </w:r>
          </w:p>
          <w:p w14:paraId="10897C2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56D8F8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7273AC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1707BCB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EE078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47E780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22D0134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37FE64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7CB3069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7B0FC66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73B8CF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3 vie 24x19 o equivalente.</w:t>
            </w:r>
          </w:p>
        </w:tc>
      </w:tr>
      <w:tr w:rsidR="00B00196" w:rsidRPr="009279E2" w14:paraId="68EC1936" w14:textId="77777777" w:rsidTr="00F12594">
        <w:tc>
          <w:tcPr>
            <w:tcW w:w="1311" w:type="dxa"/>
          </w:tcPr>
          <w:p w14:paraId="2A08BC7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01293264</w:t>
            </w:r>
          </w:p>
        </w:tc>
        <w:tc>
          <w:tcPr>
            <w:tcW w:w="2086" w:type="dxa"/>
          </w:tcPr>
          <w:p w14:paraId="2C33B1B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5636B7E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a barra singola da 3/4” 4 vie 24x19</w:t>
            </w:r>
          </w:p>
        </w:tc>
        <w:tc>
          <w:tcPr>
            <w:tcW w:w="6101" w:type="dxa"/>
          </w:tcPr>
          <w:p w14:paraId="0C3A697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37EC014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3FA940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F0CCA9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8C4259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7E2267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9EB31B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0EDF558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8E2102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0391E99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0FBB9F7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BE0C4D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4 vie 24x19 o equivalente.</w:t>
            </w:r>
          </w:p>
        </w:tc>
      </w:tr>
      <w:tr w:rsidR="00B00196" w:rsidRPr="009279E2" w14:paraId="68E0D3C5" w14:textId="77777777" w:rsidTr="00F12594">
        <w:tc>
          <w:tcPr>
            <w:tcW w:w="1311" w:type="dxa"/>
          </w:tcPr>
          <w:p w14:paraId="449013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01293266</w:t>
            </w:r>
          </w:p>
        </w:tc>
        <w:tc>
          <w:tcPr>
            <w:tcW w:w="2086" w:type="dxa"/>
          </w:tcPr>
          <w:p w14:paraId="6654312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6EEA04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a barra singola da 3/4” con</w:t>
            </w:r>
          </w:p>
        </w:tc>
        <w:tc>
          <w:tcPr>
            <w:tcW w:w="6101" w:type="dxa"/>
          </w:tcPr>
          <w:p w14:paraId="4B8787F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297866E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B1060A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E59552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4250C5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C56540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46E2206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6C02E2E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5C82BB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2B42A78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3721FD4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DFD48D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5 vie 24x19 o equivalente.</w:t>
            </w:r>
          </w:p>
        </w:tc>
      </w:tr>
      <w:tr w:rsidR="00B00196" w:rsidRPr="009279E2" w14:paraId="0B357708" w14:textId="77777777" w:rsidTr="00F12594">
        <w:tc>
          <w:tcPr>
            <w:tcW w:w="1311" w:type="dxa"/>
          </w:tcPr>
          <w:p w14:paraId="1429211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01293268</w:t>
            </w:r>
          </w:p>
        </w:tc>
        <w:tc>
          <w:tcPr>
            <w:tcW w:w="2086" w:type="dxa"/>
          </w:tcPr>
          <w:p w14:paraId="08E6E76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D489D9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a barra singola da 3/4” 6 vie 24x19</w:t>
            </w:r>
          </w:p>
        </w:tc>
        <w:tc>
          <w:tcPr>
            <w:tcW w:w="6101" w:type="dxa"/>
          </w:tcPr>
          <w:p w14:paraId="05D323D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1011E0F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18F04DF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5EC5F6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814448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C971BD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C148EB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3BB369D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6CEFCD2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469DEA3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332E4D6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25CBFC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6 vie 24x19 o equivalente.</w:t>
            </w:r>
          </w:p>
        </w:tc>
      </w:tr>
      <w:tr w:rsidR="00B00196" w:rsidRPr="009279E2" w14:paraId="3F6F12D4" w14:textId="77777777" w:rsidTr="00F12594">
        <w:tc>
          <w:tcPr>
            <w:tcW w:w="1311" w:type="dxa"/>
          </w:tcPr>
          <w:p w14:paraId="1D24238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01293270</w:t>
            </w:r>
          </w:p>
        </w:tc>
        <w:tc>
          <w:tcPr>
            <w:tcW w:w="2086" w:type="dxa"/>
          </w:tcPr>
          <w:p w14:paraId="0E74DA8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3F01BA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a barra singola da 3/4” 7 vie 24x19</w:t>
            </w:r>
          </w:p>
        </w:tc>
        <w:tc>
          <w:tcPr>
            <w:tcW w:w="6101" w:type="dxa"/>
          </w:tcPr>
          <w:p w14:paraId="1D61886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41BA636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2684690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0BDAF4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7FABF3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9867B3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730FB5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6D26174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24x19Interasse derivazioni: 36 mm</w:t>
            </w:r>
          </w:p>
          <w:p w14:paraId="6958229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</w:t>
            </w:r>
          </w:p>
          <w:p w14:paraId="7533B10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B1B3FE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7 vie 24x19 o equivalente.</w:t>
            </w:r>
          </w:p>
        </w:tc>
      </w:tr>
      <w:tr w:rsidR="00B00196" w:rsidRPr="009279E2" w14:paraId="43FD1E41" w14:textId="77777777" w:rsidTr="00F12594">
        <w:tc>
          <w:tcPr>
            <w:tcW w:w="1311" w:type="dxa"/>
          </w:tcPr>
          <w:p w14:paraId="2332124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01293272</w:t>
            </w:r>
          </w:p>
        </w:tc>
        <w:tc>
          <w:tcPr>
            <w:tcW w:w="2086" w:type="dxa"/>
          </w:tcPr>
          <w:p w14:paraId="52F4F22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a barra singola da 3/4” 8 vie 24x19</w:t>
            </w:r>
          </w:p>
        </w:tc>
        <w:tc>
          <w:tcPr>
            <w:tcW w:w="6101" w:type="dxa"/>
          </w:tcPr>
          <w:p w14:paraId="19FACEB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45D9D2D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507A8C6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869F0E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4C072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6BACA8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6F80D0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2517E4A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0AC06A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0287232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155C991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C6AB06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8 vie 24x19 o equivalente.</w:t>
            </w:r>
          </w:p>
        </w:tc>
      </w:tr>
      <w:tr w:rsidR="00B00196" w:rsidRPr="009279E2" w14:paraId="73B305DE" w14:textId="77777777" w:rsidTr="00F12594">
        <w:tc>
          <w:tcPr>
            <w:tcW w:w="1311" w:type="dxa"/>
          </w:tcPr>
          <w:p w14:paraId="607E731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01293274</w:t>
            </w:r>
          </w:p>
        </w:tc>
        <w:tc>
          <w:tcPr>
            <w:tcW w:w="2086" w:type="dxa"/>
          </w:tcPr>
          <w:p w14:paraId="6E12EEA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75A9C0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a barra singola da 3/4” 9 vie 24x19</w:t>
            </w:r>
          </w:p>
        </w:tc>
        <w:tc>
          <w:tcPr>
            <w:tcW w:w="6101" w:type="dxa"/>
          </w:tcPr>
          <w:p w14:paraId="1A2112F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01E12D5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695A23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57C437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B34FAE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A8A657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A63F94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085FBBB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5BB2276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5C9EDA9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</w:t>
            </w:r>
          </w:p>
          <w:p w14:paraId="553568F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D09955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9 vie 24x19 o equivalente.</w:t>
            </w:r>
          </w:p>
        </w:tc>
      </w:tr>
      <w:tr w:rsidR="00B00196" w:rsidRPr="009279E2" w14:paraId="523BD5F4" w14:textId="77777777" w:rsidTr="00F12594">
        <w:tc>
          <w:tcPr>
            <w:tcW w:w="1311" w:type="dxa"/>
          </w:tcPr>
          <w:p w14:paraId="35F4F8C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01293276</w:t>
            </w:r>
          </w:p>
        </w:tc>
        <w:tc>
          <w:tcPr>
            <w:tcW w:w="2086" w:type="dxa"/>
          </w:tcPr>
          <w:p w14:paraId="11F8D02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155095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a barra singola da 3/4” 10 vie 24x19</w:t>
            </w:r>
          </w:p>
        </w:tc>
        <w:tc>
          <w:tcPr>
            <w:tcW w:w="6101" w:type="dxa"/>
          </w:tcPr>
          <w:p w14:paraId="0653D41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58FBC0B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D1CB77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1B8518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1BE8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4AAD5E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8DC6D7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2B60155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01FA3C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78DA650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6D629AA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AD4D6A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10 vie 24x19 o equivalente.</w:t>
            </w:r>
          </w:p>
        </w:tc>
      </w:tr>
      <w:tr w:rsidR="00B00196" w:rsidRPr="009279E2" w14:paraId="49086005" w14:textId="77777777" w:rsidTr="00F12594">
        <w:tc>
          <w:tcPr>
            <w:tcW w:w="1311" w:type="dxa"/>
          </w:tcPr>
          <w:p w14:paraId="5C8BD3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01293278</w:t>
            </w:r>
          </w:p>
        </w:tc>
        <w:tc>
          <w:tcPr>
            <w:tcW w:w="2086" w:type="dxa"/>
          </w:tcPr>
          <w:p w14:paraId="7B34F1E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931241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a barra singola da 3/4” 11 vie 24x19</w:t>
            </w:r>
          </w:p>
        </w:tc>
        <w:tc>
          <w:tcPr>
            <w:tcW w:w="6101" w:type="dxa"/>
          </w:tcPr>
          <w:p w14:paraId="2D41E22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538E495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14A1420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96F378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B1EAD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68C22A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91A895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Filettatura di testa: G 3/4"</w:t>
            </w:r>
          </w:p>
          <w:p w14:paraId="7A1356D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52F79BE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0025858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3A8048E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678F2D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11 vie 24x19 o equivalente.</w:t>
            </w:r>
          </w:p>
        </w:tc>
      </w:tr>
      <w:tr w:rsidR="00B00196" w:rsidRPr="009279E2" w14:paraId="4813A3C5" w14:textId="77777777" w:rsidTr="00F12594">
        <w:tc>
          <w:tcPr>
            <w:tcW w:w="1311" w:type="dxa"/>
          </w:tcPr>
          <w:p w14:paraId="615871B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01293280</w:t>
            </w:r>
          </w:p>
        </w:tc>
        <w:tc>
          <w:tcPr>
            <w:tcW w:w="2086" w:type="dxa"/>
          </w:tcPr>
          <w:p w14:paraId="190F416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794D415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a barra singola da 3/4” 12 vie 24x19</w:t>
            </w:r>
          </w:p>
        </w:tc>
        <w:tc>
          <w:tcPr>
            <w:tcW w:w="6101" w:type="dxa"/>
          </w:tcPr>
          <w:p w14:paraId="23D1A66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3CE90BE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537A013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A8CAD1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D806B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7878F3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68F572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540E4E6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3E28ED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36 mm</w:t>
            </w:r>
          </w:p>
          <w:p w14:paraId="658EF4F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3858BBA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F234B7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a barra singola da 3/4” 12 vie 24x19 o equivalente.</w:t>
            </w:r>
          </w:p>
        </w:tc>
      </w:tr>
      <w:tr w:rsidR="00B00196" w:rsidRPr="009279E2" w14:paraId="3682D5BB" w14:textId="77777777" w:rsidTr="00F12594">
        <w:tc>
          <w:tcPr>
            <w:tcW w:w="1311" w:type="dxa"/>
          </w:tcPr>
          <w:p w14:paraId="347EA09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01293290</w:t>
            </w:r>
          </w:p>
        </w:tc>
        <w:tc>
          <w:tcPr>
            <w:tcW w:w="2086" w:type="dxa"/>
          </w:tcPr>
          <w:p w14:paraId="78E3D3D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743ADA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3/4” 2 vie 24x19</w:t>
            </w:r>
          </w:p>
        </w:tc>
        <w:tc>
          <w:tcPr>
            <w:tcW w:w="6101" w:type="dxa"/>
          </w:tcPr>
          <w:p w14:paraId="5A6A074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30A63BA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44B887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0BE9D9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BB150F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C7D32F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4A19BA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5809096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6DBA63D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29554D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2 vie</w:t>
            </w:r>
          </w:p>
          <w:p w14:paraId="55E4DA9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7A2402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2 vie 24x19 o equivalente.</w:t>
            </w:r>
          </w:p>
        </w:tc>
      </w:tr>
      <w:tr w:rsidR="00B00196" w:rsidRPr="009279E2" w14:paraId="57F19CE0" w14:textId="77777777" w:rsidTr="00F12594">
        <w:tc>
          <w:tcPr>
            <w:tcW w:w="1311" w:type="dxa"/>
          </w:tcPr>
          <w:p w14:paraId="544E330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01293292</w:t>
            </w:r>
          </w:p>
        </w:tc>
        <w:tc>
          <w:tcPr>
            <w:tcW w:w="2086" w:type="dxa"/>
          </w:tcPr>
          <w:p w14:paraId="5709B54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3 vie 24x19</w:t>
            </w:r>
          </w:p>
        </w:tc>
        <w:tc>
          <w:tcPr>
            <w:tcW w:w="6101" w:type="dxa"/>
          </w:tcPr>
          <w:p w14:paraId="2A7BE45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6DF3DA5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F0CE5D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CD9806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6F20DF5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B23FAD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E5C0BC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7C3C0E0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6F2383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5639FE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49FB09E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EB8F09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3 vie 24x19 o equivalente.</w:t>
            </w:r>
          </w:p>
        </w:tc>
      </w:tr>
      <w:tr w:rsidR="00B00196" w:rsidRPr="009279E2" w14:paraId="18A668A3" w14:textId="77777777" w:rsidTr="00F12594">
        <w:tc>
          <w:tcPr>
            <w:tcW w:w="1311" w:type="dxa"/>
          </w:tcPr>
          <w:p w14:paraId="6B1C320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01293294</w:t>
            </w:r>
          </w:p>
        </w:tc>
        <w:tc>
          <w:tcPr>
            <w:tcW w:w="2086" w:type="dxa"/>
          </w:tcPr>
          <w:p w14:paraId="33B87C5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4 vie 24x19</w:t>
            </w:r>
          </w:p>
        </w:tc>
        <w:tc>
          <w:tcPr>
            <w:tcW w:w="6101" w:type="dxa"/>
          </w:tcPr>
          <w:p w14:paraId="478776E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32E9D04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EE791B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4CD676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05B3E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0D3E06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4B5421C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75A1047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D35516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17FAB5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59DDE04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FF3022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4 vie 24x19 o equivalente.</w:t>
            </w:r>
          </w:p>
        </w:tc>
      </w:tr>
      <w:tr w:rsidR="00B00196" w:rsidRPr="009279E2" w14:paraId="6FA4EC4D" w14:textId="77777777" w:rsidTr="00F12594">
        <w:tc>
          <w:tcPr>
            <w:tcW w:w="1311" w:type="dxa"/>
          </w:tcPr>
          <w:p w14:paraId="4309003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01293296</w:t>
            </w:r>
          </w:p>
        </w:tc>
        <w:tc>
          <w:tcPr>
            <w:tcW w:w="2086" w:type="dxa"/>
          </w:tcPr>
          <w:p w14:paraId="4B5A375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5 vie 24x19</w:t>
            </w:r>
          </w:p>
        </w:tc>
        <w:tc>
          <w:tcPr>
            <w:tcW w:w="6101" w:type="dxa"/>
          </w:tcPr>
          <w:p w14:paraId="5F0ACE8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3CA16EB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1821A81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E396D7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2A420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C33FCC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175504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1C94D86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153DEA5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354C58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662BB5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5D60C5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5 vie 24x19 o equivalente.</w:t>
            </w:r>
          </w:p>
        </w:tc>
      </w:tr>
      <w:tr w:rsidR="00B00196" w:rsidRPr="009279E2" w14:paraId="2E1BA41C" w14:textId="77777777" w:rsidTr="00F12594">
        <w:tc>
          <w:tcPr>
            <w:tcW w:w="1311" w:type="dxa"/>
          </w:tcPr>
          <w:p w14:paraId="250A3FB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01293298</w:t>
            </w:r>
          </w:p>
        </w:tc>
        <w:tc>
          <w:tcPr>
            <w:tcW w:w="2086" w:type="dxa"/>
          </w:tcPr>
          <w:p w14:paraId="153BC93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6 vie 24x19</w:t>
            </w:r>
          </w:p>
        </w:tc>
        <w:tc>
          <w:tcPr>
            <w:tcW w:w="6101" w:type="dxa"/>
          </w:tcPr>
          <w:p w14:paraId="31A32C7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5BEE3AE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5D57AAE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744561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A7284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EC07AD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936590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1502859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1CCAB03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6D806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48811D4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C4C170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6 vie 24x19 o equivalente.</w:t>
            </w:r>
          </w:p>
        </w:tc>
      </w:tr>
      <w:tr w:rsidR="00B00196" w:rsidRPr="009279E2" w14:paraId="48AEAA17" w14:textId="77777777" w:rsidTr="00F12594">
        <w:tc>
          <w:tcPr>
            <w:tcW w:w="1311" w:type="dxa"/>
          </w:tcPr>
          <w:p w14:paraId="75738DB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01293300</w:t>
            </w:r>
          </w:p>
        </w:tc>
        <w:tc>
          <w:tcPr>
            <w:tcW w:w="2086" w:type="dxa"/>
          </w:tcPr>
          <w:p w14:paraId="6D11045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7 vie 24x19</w:t>
            </w:r>
          </w:p>
        </w:tc>
        <w:tc>
          <w:tcPr>
            <w:tcW w:w="6101" w:type="dxa"/>
          </w:tcPr>
          <w:p w14:paraId="40DF790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5834020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5E3D93C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7B5A90E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75F1C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3C9C6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ED4AAD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1FAB742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F93681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50CFA1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7DE440D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898602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7 vie 24x19 o equivalente.</w:t>
            </w:r>
          </w:p>
        </w:tc>
      </w:tr>
      <w:tr w:rsidR="00B00196" w:rsidRPr="009279E2" w14:paraId="4BAA5222" w14:textId="77777777" w:rsidTr="00F12594">
        <w:tc>
          <w:tcPr>
            <w:tcW w:w="1311" w:type="dxa"/>
          </w:tcPr>
          <w:p w14:paraId="6FC004F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01293302</w:t>
            </w:r>
          </w:p>
        </w:tc>
        <w:tc>
          <w:tcPr>
            <w:tcW w:w="2086" w:type="dxa"/>
          </w:tcPr>
          <w:p w14:paraId="348BD5B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8 vie 24x19</w:t>
            </w:r>
          </w:p>
        </w:tc>
        <w:tc>
          <w:tcPr>
            <w:tcW w:w="6101" w:type="dxa"/>
          </w:tcPr>
          <w:p w14:paraId="7393BBA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0592E98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014F32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EC1BBB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4C636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28F531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6F739B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4118F1A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74FB34B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42207E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0896F8D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2D4757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8 vie 24x19 o equivalente.</w:t>
            </w:r>
          </w:p>
        </w:tc>
      </w:tr>
      <w:tr w:rsidR="00B00196" w:rsidRPr="009279E2" w14:paraId="7C76D128" w14:textId="77777777" w:rsidTr="00F12594">
        <w:tc>
          <w:tcPr>
            <w:tcW w:w="1311" w:type="dxa"/>
          </w:tcPr>
          <w:p w14:paraId="601DB34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01293304</w:t>
            </w:r>
          </w:p>
        </w:tc>
        <w:tc>
          <w:tcPr>
            <w:tcW w:w="2086" w:type="dxa"/>
          </w:tcPr>
          <w:p w14:paraId="6E7364D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9 vie 24x19</w:t>
            </w:r>
          </w:p>
        </w:tc>
        <w:tc>
          <w:tcPr>
            <w:tcW w:w="6101" w:type="dxa"/>
          </w:tcPr>
          <w:p w14:paraId="5BF1435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51B1E89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1344C8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E68E44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0A870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3EC095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12E2B1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3338C45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3D0F80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2C8D8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0E1DCF3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8A27BD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9 vie 24x19 o equivalente.</w:t>
            </w:r>
          </w:p>
        </w:tc>
      </w:tr>
      <w:tr w:rsidR="00B00196" w:rsidRPr="009279E2" w14:paraId="6EAF2BFC" w14:textId="77777777" w:rsidTr="00F12594">
        <w:tc>
          <w:tcPr>
            <w:tcW w:w="1311" w:type="dxa"/>
          </w:tcPr>
          <w:p w14:paraId="7542DFB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01293306</w:t>
            </w:r>
          </w:p>
        </w:tc>
        <w:tc>
          <w:tcPr>
            <w:tcW w:w="2086" w:type="dxa"/>
          </w:tcPr>
          <w:p w14:paraId="218E71B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10 vie 24x19</w:t>
            </w:r>
          </w:p>
        </w:tc>
        <w:tc>
          <w:tcPr>
            <w:tcW w:w="6101" w:type="dxa"/>
          </w:tcPr>
          <w:p w14:paraId="70AE20E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6331DF9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B5B866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13F585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62CA2F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974179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5BA21D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00B05C0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8C6E07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09F0FD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012FE78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5D16F7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10 vie 24x19 o equivalente.</w:t>
            </w:r>
          </w:p>
        </w:tc>
      </w:tr>
      <w:tr w:rsidR="00B00196" w:rsidRPr="009279E2" w14:paraId="5302A1DD" w14:textId="77777777" w:rsidTr="00F12594">
        <w:tc>
          <w:tcPr>
            <w:tcW w:w="1311" w:type="dxa"/>
          </w:tcPr>
          <w:p w14:paraId="5137478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01293308</w:t>
            </w:r>
          </w:p>
        </w:tc>
        <w:tc>
          <w:tcPr>
            <w:tcW w:w="2086" w:type="dxa"/>
          </w:tcPr>
          <w:p w14:paraId="50BF507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11 vie 24x19</w:t>
            </w:r>
          </w:p>
        </w:tc>
        <w:tc>
          <w:tcPr>
            <w:tcW w:w="6101" w:type="dxa"/>
          </w:tcPr>
          <w:p w14:paraId="567EEA4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5DEF7C9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78B86E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EC3CBF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873F64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3BCDDB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F916A2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28A1288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99C101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3222EC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51695BC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1F22F0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Topway Collettore di distribuzione da 3/4” 11 vie 24x19 o equivalente.</w:t>
            </w:r>
          </w:p>
        </w:tc>
      </w:tr>
      <w:tr w:rsidR="00B00196" w:rsidRPr="009279E2" w14:paraId="3EBA0E5B" w14:textId="77777777" w:rsidTr="00F12594">
        <w:tc>
          <w:tcPr>
            <w:tcW w:w="1311" w:type="dxa"/>
          </w:tcPr>
          <w:p w14:paraId="27088D5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01293310</w:t>
            </w:r>
          </w:p>
        </w:tc>
        <w:tc>
          <w:tcPr>
            <w:tcW w:w="2086" w:type="dxa"/>
          </w:tcPr>
          <w:p w14:paraId="0E22948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 Collettore di distribuzione da 3/4” 12 vie 24x19</w:t>
            </w:r>
          </w:p>
        </w:tc>
        <w:tc>
          <w:tcPr>
            <w:tcW w:w="6101" w:type="dxa"/>
          </w:tcPr>
          <w:p w14:paraId="5FA8BDA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3/4” con derivazioni maschio 21x19.</w:t>
            </w:r>
          </w:p>
          <w:p w14:paraId="6781B6B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64B8A0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AFA4E6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F9EEA5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E90B71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60CBC82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3/4"</w:t>
            </w:r>
          </w:p>
          <w:p w14:paraId="04C9D31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DB2D95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147BD5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1838507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37370C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3/4” 12 vie 24x19 o equivalente.</w:t>
            </w:r>
          </w:p>
        </w:tc>
      </w:tr>
      <w:tr w:rsidR="00B00196" w:rsidRPr="009279E2" w14:paraId="6E940DAC" w14:textId="77777777" w:rsidTr="00F12594">
        <w:tc>
          <w:tcPr>
            <w:tcW w:w="1311" w:type="dxa"/>
          </w:tcPr>
          <w:p w14:paraId="02C59C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01293830</w:t>
            </w:r>
          </w:p>
        </w:tc>
        <w:tc>
          <w:tcPr>
            <w:tcW w:w="2086" w:type="dxa"/>
          </w:tcPr>
          <w:p w14:paraId="7208A30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06465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  <w:tab w:val="left" w:pos="46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2 vie 24x19</w:t>
            </w:r>
          </w:p>
        </w:tc>
        <w:tc>
          <w:tcPr>
            <w:tcW w:w="6101" w:type="dxa"/>
          </w:tcPr>
          <w:p w14:paraId="36A20A8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017A47C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B1FED9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2E9927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5A4CCC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E50B7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990EF5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183A2E2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B09505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F5B8F4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2 vie</w:t>
            </w:r>
          </w:p>
          <w:p w14:paraId="7693FAF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610D3A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2 vie 24x19 o equivalente.</w:t>
            </w:r>
          </w:p>
        </w:tc>
      </w:tr>
      <w:tr w:rsidR="00B00196" w:rsidRPr="009279E2" w14:paraId="42D1CF85" w14:textId="77777777" w:rsidTr="00F12594">
        <w:tc>
          <w:tcPr>
            <w:tcW w:w="1311" w:type="dxa"/>
          </w:tcPr>
          <w:p w14:paraId="40DD6A2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01293832</w:t>
            </w:r>
          </w:p>
        </w:tc>
        <w:tc>
          <w:tcPr>
            <w:tcW w:w="2086" w:type="dxa"/>
          </w:tcPr>
          <w:p w14:paraId="093F59B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5E62077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3 vie 24x19</w:t>
            </w:r>
          </w:p>
        </w:tc>
        <w:tc>
          <w:tcPr>
            <w:tcW w:w="6101" w:type="dxa"/>
          </w:tcPr>
          <w:p w14:paraId="71C44FD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1337EA7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632B68C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360141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7F019E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11EF22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B3BF12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659FF14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3F7793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7F2C58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0790472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507443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3 vie 24x19 o equivalente.</w:t>
            </w:r>
          </w:p>
        </w:tc>
      </w:tr>
      <w:tr w:rsidR="00B00196" w:rsidRPr="009279E2" w14:paraId="7AA7A724" w14:textId="77777777" w:rsidTr="00F12594">
        <w:tc>
          <w:tcPr>
            <w:tcW w:w="1311" w:type="dxa"/>
          </w:tcPr>
          <w:p w14:paraId="061308B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01293834</w:t>
            </w:r>
          </w:p>
        </w:tc>
        <w:tc>
          <w:tcPr>
            <w:tcW w:w="2086" w:type="dxa"/>
          </w:tcPr>
          <w:p w14:paraId="234247C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0C9257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4 vie 24x19</w:t>
            </w:r>
          </w:p>
        </w:tc>
        <w:tc>
          <w:tcPr>
            <w:tcW w:w="6101" w:type="dxa"/>
          </w:tcPr>
          <w:p w14:paraId="7FB0181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2198B82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ADD271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131EB1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31562E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680B1B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22F1D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5479D4C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60E4054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6AC00E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2FAADAD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89AEDF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4 vie 24x19 o equivalente.</w:t>
            </w:r>
          </w:p>
        </w:tc>
      </w:tr>
      <w:tr w:rsidR="00B00196" w:rsidRPr="009279E2" w14:paraId="71B189E3" w14:textId="77777777" w:rsidTr="00F12594">
        <w:tc>
          <w:tcPr>
            <w:tcW w:w="1311" w:type="dxa"/>
          </w:tcPr>
          <w:p w14:paraId="0CC419C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01293836</w:t>
            </w:r>
          </w:p>
        </w:tc>
        <w:tc>
          <w:tcPr>
            <w:tcW w:w="2086" w:type="dxa"/>
          </w:tcPr>
          <w:p w14:paraId="5A1E7B8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E76C54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5 vie 24x19</w:t>
            </w:r>
          </w:p>
        </w:tc>
        <w:tc>
          <w:tcPr>
            <w:tcW w:w="6101" w:type="dxa"/>
          </w:tcPr>
          <w:p w14:paraId="0D7A6A8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2C5609C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BC0C78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DB2F8B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FC050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058DB9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BEE179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180BB19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13A85DA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D1E605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5162765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4962E32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5 vie 24x19 o equivalente.</w:t>
            </w:r>
          </w:p>
        </w:tc>
      </w:tr>
      <w:tr w:rsidR="00B00196" w:rsidRPr="009279E2" w14:paraId="7AE691D7" w14:textId="77777777" w:rsidTr="00F12594">
        <w:tc>
          <w:tcPr>
            <w:tcW w:w="1311" w:type="dxa"/>
          </w:tcPr>
          <w:p w14:paraId="4303BC2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01293838</w:t>
            </w:r>
          </w:p>
        </w:tc>
        <w:tc>
          <w:tcPr>
            <w:tcW w:w="2086" w:type="dxa"/>
          </w:tcPr>
          <w:p w14:paraId="01570E2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03C68EB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6 vie 24x19</w:t>
            </w:r>
          </w:p>
        </w:tc>
        <w:tc>
          <w:tcPr>
            <w:tcW w:w="6101" w:type="dxa"/>
          </w:tcPr>
          <w:p w14:paraId="735CC95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49A4AD9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DA416B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B07CE9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58DFAA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2D4E90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CFC72A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4BC76AF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C5ED6E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D67219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N° vie: 6 vie</w:t>
            </w:r>
          </w:p>
          <w:p w14:paraId="1880E7F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44EB79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6 vie 24x19 o equivalente.</w:t>
            </w:r>
          </w:p>
        </w:tc>
      </w:tr>
      <w:tr w:rsidR="00B00196" w:rsidRPr="009279E2" w14:paraId="058EA27C" w14:textId="77777777" w:rsidTr="00F12594">
        <w:tc>
          <w:tcPr>
            <w:tcW w:w="1311" w:type="dxa"/>
          </w:tcPr>
          <w:p w14:paraId="7A75F1D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01293840</w:t>
            </w:r>
          </w:p>
        </w:tc>
        <w:tc>
          <w:tcPr>
            <w:tcW w:w="2086" w:type="dxa"/>
          </w:tcPr>
          <w:p w14:paraId="19CAE3E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796BE7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7 vie 24x19</w:t>
            </w:r>
          </w:p>
        </w:tc>
        <w:tc>
          <w:tcPr>
            <w:tcW w:w="6101" w:type="dxa"/>
          </w:tcPr>
          <w:p w14:paraId="0D1573A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0B02D61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6DCE77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3A853E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BA8EF4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AEFA55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46A7102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1223E40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05EF2F3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3F4236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08001ED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7ACA6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7 vie 24x19 o equivalente.</w:t>
            </w:r>
          </w:p>
        </w:tc>
      </w:tr>
      <w:tr w:rsidR="00B00196" w:rsidRPr="009279E2" w14:paraId="6C4A18A6" w14:textId="77777777" w:rsidTr="00F12594">
        <w:tc>
          <w:tcPr>
            <w:tcW w:w="1311" w:type="dxa"/>
          </w:tcPr>
          <w:p w14:paraId="4BFC247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01293842</w:t>
            </w:r>
          </w:p>
        </w:tc>
        <w:tc>
          <w:tcPr>
            <w:tcW w:w="2086" w:type="dxa"/>
          </w:tcPr>
          <w:p w14:paraId="230FFCF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769573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8 vie 24x19</w:t>
            </w:r>
          </w:p>
        </w:tc>
        <w:tc>
          <w:tcPr>
            <w:tcW w:w="6101" w:type="dxa"/>
          </w:tcPr>
          <w:p w14:paraId="5F44BD7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6B2647B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6991EA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B38CB5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CDDEC6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8C2E17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74F847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2099AFF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30024F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797053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77AF5DD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DAF61D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8 vie 24x19 o equivalente.</w:t>
            </w:r>
          </w:p>
        </w:tc>
      </w:tr>
      <w:tr w:rsidR="00B00196" w:rsidRPr="009279E2" w14:paraId="445A899C" w14:textId="77777777" w:rsidTr="00F12594">
        <w:tc>
          <w:tcPr>
            <w:tcW w:w="1311" w:type="dxa"/>
          </w:tcPr>
          <w:p w14:paraId="71A08F7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01293844</w:t>
            </w:r>
          </w:p>
        </w:tc>
        <w:tc>
          <w:tcPr>
            <w:tcW w:w="2086" w:type="dxa"/>
          </w:tcPr>
          <w:p w14:paraId="37ABB4B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13FF7F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9 vie 24x19</w:t>
            </w:r>
          </w:p>
        </w:tc>
        <w:tc>
          <w:tcPr>
            <w:tcW w:w="6101" w:type="dxa"/>
          </w:tcPr>
          <w:p w14:paraId="1E19914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55E65D7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19CFC9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7E94176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253D59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535E62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6FCC7B3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12A05E5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2D4F728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Interasse derivazioni: 50 mm</w:t>
            </w:r>
          </w:p>
          <w:p w14:paraId="5BE9F08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 vie</w:t>
            </w:r>
          </w:p>
          <w:p w14:paraId="38BE119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EB5827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9 vie 24x19 o equivalente.</w:t>
            </w:r>
          </w:p>
        </w:tc>
      </w:tr>
      <w:tr w:rsidR="00B00196" w:rsidRPr="009279E2" w14:paraId="1F6830A1" w14:textId="77777777" w:rsidTr="00F12594">
        <w:tc>
          <w:tcPr>
            <w:tcW w:w="1311" w:type="dxa"/>
          </w:tcPr>
          <w:p w14:paraId="605E0E0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01293846</w:t>
            </w:r>
          </w:p>
        </w:tc>
        <w:tc>
          <w:tcPr>
            <w:tcW w:w="2086" w:type="dxa"/>
          </w:tcPr>
          <w:p w14:paraId="134DBD2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285F208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10 vie 24x19</w:t>
            </w:r>
          </w:p>
        </w:tc>
        <w:tc>
          <w:tcPr>
            <w:tcW w:w="6101" w:type="dxa"/>
          </w:tcPr>
          <w:p w14:paraId="646F587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1EA2D33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678E692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D640A0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E09B3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0B0229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02BD3E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2C6BE3C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420D755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95B28E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593C01E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6E21BD4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10 vie 24x19 o equivalente.</w:t>
            </w:r>
          </w:p>
        </w:tc>
      </w:tr>
      <w:tr w:rsidR="00B00196" w:rsidRPr="009279E2" w14:paraId="23AF64EE" w14:textId="77777777" w:rsidTr="00F12594">
        <w:tc>
          <w:tcPr>
            <w:tcW w:w="1311" w:type="dxa"/>
          </w:tcPr>
          <w:p w14:paraId="7B1E5B7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01293848</w:t>
            </w:r>
          </w:p>
        </w:tc>
        <w:tc>
          <w:tcPr>
            <w:tcW w:w="2086" w:type="dxa"/>
          </w:tcPr>
          <w:p w14:paraId="56A8C3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236C267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11 vie 24x19</w:t>
            </w:r>
          </w:p>
        </w:tc>
        <w:tc>
          <w:tcPr>
            <w:tcW w:w="6101" w:type="dxa"/>
          </w:tcPr>
          <w:p w14:paraId="070CE71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150A563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89A554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3C70BD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1F138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513CC74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3B5F99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1733CC1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3928C8A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CA74B2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68FBA4E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8F254E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11 vie 24x19 o equivalente.</w:t>
            </w:r>
          </w:p>
        </w:tc>
      </w:tr>
      <w:tr w:rsidR="00B00196" w:rsidRPr="009279E2" w14:paraId="442B76CC" w14:textId="77777777" w:rsidTr="00F12594">
        <w:tc>
          <w:tcPr>
            <w:tcW w:w="1311" w:type="dxa"/>
          </w:tcPr>
          <w:p w14:paraId="1ABFB77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01293850</w:t>
            </w:r>
          </w:p>
        </w:tc>
        <w:tc>
          <w:tcPr>
            <w:tcW w:w="2086" w:type="dxa"/>
          </w:tcPr>
          <w:p w14:paraId="47EECC4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F200E3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12 vie 24x19</w:t>
            </w:r>
          </w:p>
        </w:tc>
        <w:tc>
          <w:tcPr>
            <w:tcW w:w="6101" w:type="dxa"/>
          </w:tcPr>
          <w:p w14:paraId="7BCE644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21x19.</w:t>
            </w:r>
          </w:p>
          <w:p w14:paraId="37EA64F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62F475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ED0D3F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C613C4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952E99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CD8A96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1”</w:t>
            </w:r>
          </w:p>
          <w:p w14:paraId="1EE813B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Derivazioni vie laterali: filettatura maschio 24x19</w:t>
            </w:r>
          </w:p>
          <w:p w14:paraId="4848FC9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310088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0923CF5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DD58A6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1” 12 vie 24x19 o equivalente.</w:t>
            </w:r>
          </w:p>
        </w:tc>
      </w:tr>
      <w:tr w:rsidR="00B00196" w:rsidRPr="009279E2" w14:paraId="29452EDB" w14:textId="77777777" w:rsidTr="00F12594">
        <w:tc>
          <w:tcPr>
            <w:tcW w:w="1311" w:type="dxa"/>
          </w:tcPr>
          <w:p w14:paraId="527940B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01293860</w:t>
            </w:r>
          </w:p>
        </w:tc>
        <w:tc>
          <w:tcPr>
            <w:tcW w:w="2086" w:type="dxa"/>
          </w:tcPr>
          <w:p w14:paraId="10B530D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1220231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 2 vie 3/4” Eurocono</w:t>
            </w:r>
          </w:p>
        </w:tc>
        <w:tc>
          <w:tcPr>
            <w:tcW w:w="6101" w:type="dxa"/>
          </w:tcPr>
          <w:p w14:paraId="75EFFC6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12B2F8B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6FBB97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2075DF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FAD25F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095A4D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7E24DA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1FC9252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da 3/4" Eurocono</w:t>
            </w:r>
          </w:p>
          <w:p w14:paraId="02A3393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AD5AF1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2 vie</w:t>
            </w:r>
          </w:p>
          <w:p w14:paraId="02ABF31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9994DA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2 vie 3/4” Eurocono o equivalente.</w:t>
            </w:r>
          </w:p>
        </w:tc>
      </w:tr>
      <w:tr w:rsidR="00B00196" w:rsidRPr="009279E2" w14:paraId="31982FAD" w14:textId="77777777" w:rsidTr="00F12594">
        <w:tc>
          <w:tcPr>
            <w:tcW w:w="1311" w:type="dxa"/>
          </w:tcPr>
          <w:p w14:paraId="5E23459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01293862</w:t>
            </w:r>
          </w:p>
        </w:tc>
        <w:tc>
          <w:tcPr>
            <w:tcW w:w="2086" w:type="dxa"/>
          </w:tcPr>
          <w:p w14:paraId="0A31E7B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792DE8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 3 vie 3/4” Eurocono</w:t>
            </w:r>
          </w:p>
        </w:tc>
        <w:tc>
          <w:tcPr>
            <w:tcW w:w="6101" w:type="dxa"/>
          </w:tcPr>
          <w:p w14:paraId="186F975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0C0EBF1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2CC5122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F55F1E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F2E0A4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44E0E9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21921F1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7DC0126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da 3/4" Eurocono</w:t>
            </w:r>
          </w:p>
          <w:p w14:paraId="4C8E806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1E02BC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3 vie</w:t>
            </w:r>
          </w:p>
          <w:p w14:paraId="5FFB8A7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FFCD58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3 vie 3/4” Eurocono o equivalente.</w:t>
            </w:r>
          </w:p>
        </w:tc>
      </w:tr>
      <w:tr w:rsidR="00B00196" w:rsidRPr="009279E2" w14:paraId="34FF70E8" w14:textId="77777777" w:rsidTr="00F12594">
        <w:tc>
          <w:tcPr>
            <w:tcW w:w="1311" w:type="dxa"/>
          </w:tcPr>
          <w:p w14:paraId="3669C9F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01293864</w:t>
            </w:r>
          </w:p>
        </w:tc>
        <w:tc>
          <w:tcPr>
            <w:tcW w:w="2086" w:type="dxa"/>
          </w:tcPr>
          <w:p w14:paraId="137561C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9348B0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 4 vie 3/4” Eurocono</w:t>
            </w:r>
          </w:p>
        </w:tc>
        <w:tc>
          <w:tcPr>
            <w:tcW w:w="6101" w:type="dxa"/>
          </w:tcPr>
          <w:p w14:paraId="0FC6317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41642BE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AF4DA9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E72A9F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FF07EF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Temperatura massima: 110 °C</w:t>
            </w:r>
          </w:p>
          <w:p w14:paraId="7844AA9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D5063D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101380A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da 3/4" Eurocono </w:t>
            </w:r>
          </w:p>
          <w:p w14:paraId="573C6EF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47B1A0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 vie</w:t>
            </w:r>
          </w:p>
          <w:p w14:paraId="41A2863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304AA2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4 vie 3/4” Eurocono o equivalente.</w:t>
            </w:r>
          </w:p>
        </w:tc>
      </w:tr>
      <w:tr w:rsidR="00B00196" w:rsidRPr="009279E2" w14:paraId="0C540A3E" w14:textId="77777777" w:rsidTr="00F12594">
        <w:tc>
          <w:tcPr>
            <w:tcW w:w="1311" w:type="dxa"/>
          </w:tcPr>
          <w:p w14:paraId="469B419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01293866</w:t>
            </w:r>
          </w:p>
        </w:tc>
        <w:tc>
          <w:tcPr>
            <w:tcW w:w="2086" w:type="dxa"/>
          </w:tcPr>
          <w:p w14:paraId="4D30C28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2A3B27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 5 vie 3/4” Eurocono</w:t>
            </w:r>
          </w:p>
        </w:tc>
        <w:tc>
          <w:tcPr>
            <w:tcW w:w="6101" w:type="dxa"/>
          </w:tcPr>
          <w:p w14:paraId="3D02A85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2A01106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5DE665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0087F7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10F58C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64CE25A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3887E6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3666B28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da 3/4" Eurocono </w:t>
            </w:r>
          </w:p>
          <w:p w14:paraId="1CDBAED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2CF917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 vie</w:t>
            </w:r>
          </w:p>
          <w:p w14:paraId="600BC1B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E137A9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5 vie 3/4” Eurocono o equivalente.</w:t>
            </w:r>
          </w:p>
        </w:tc>
      </w:tr>
      <w:tr w:rsidR="00B00196" w:rsidRPr="009279E2" w14:paraId="0C6E6668" w14:textId="77777777" w:rsidTr="00F12594">
        <w:tc>
          <w:tcPr>
            <w:tcW w:w="1311" w:type="dxa"/>
          </w:tcPr>
          <w:p w14:paraId="0F19B64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01293868</w:t>
            </w:r>
          </w:p>
        </w:tc>
        <w:tc>
          <w:tcPr>
            <w:tcW w:w="2086" w:type="dxa"/>
          </w:tcPr>
          <w:p w14:paraId="6871AB4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BC4066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 6 vie 3/4” Eurocono</w:t>
            </w:r>
          </w:p>
        </w:tc>
        <w:tc>
          <w:tcPr>
            <w:tcW w:w="6101" w:type="dxa"/>
          </w:tcPr>
          <w:p w14:paraId="5A3667D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7439CB5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683B941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0AD000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7E63BC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68FD5B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707F0C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56ACEDD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da 3/4" Eurocono </w:t>
            </w:r>
          </w:p>
          <w:p w14:paraId="432C378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25A1BC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 vie</w:t>
            </w:r>
          </w:p>
          <w:p w14:paraId="25E8081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18C3F8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6 vie 3/4” Eurocono o equivalente.</w:t>
            </w:r>
          </w:p>
        </w:tc>
      </w:tr>
      <w:tr w:rsidR="00B00196" w:rsidRPr="009279E2" w14:paraId="2C9C503C" w14:textId="77777777" w:rsidTr="00F12594">
        <w:tc>
          <w:tcPr>
            <w:tcW w:w="1311" w:type="dxa"/>
          </w:tcPr>
          <w:p w14:paraId="025B4C0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01293870</w:t>
            </w:r>
          </w:p>
        </w:tc>
        <w:tc>
          <w:tcPr>
            <w:tcW w:w="2086" w:type="dxa"/>
          </w:tcPr>
          <w:p w14:paraId="0380240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5F3BE1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 7 vie 3/4” Eurocono</w:t>
            </w:r>
          </w:p>
        </w:tc>
        <w:tc>
          <w:tcPr>
            <w:tcW w:w="6101" w:type="dxa"/>
          </w:tcPr>
          <w:p w14:paraId="52D0987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2776048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5981C6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785D30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3FDEEC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FBE922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CF9A2A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2FE2D61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da 3/4" Eurocono</w:t>
            </w:r>
          </w:p>
          <w:p w14:paraId="2C3CD56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4D3931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 vie</w:t>
            </w:r>
          </w:p>
          <w:p w14:paraId="33BF3F9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AF8247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7 vie 3/4” Eurocono o equivalente.</w:t>
            </w:r>
          </w:p>
        </w:tc>
      </w:tr>
      <w:tr w:rsidR="00B00196" w:rsidRPr="009279E2" w14:paraId="7A7E75C8" w14:textId="77777777" w:rsidTr="00F12594">
        <w:tc>
          <w:tcPr>
            <w:tcW w:w="1311" w:type="dxa"/>
          </w:tcPr>
          <w:p w14:paraId="03BEE79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01293872</w:t>
            </w:r>
          </w:p>
        </w:tc>
        <w:tc>
          <w:tcPr>
            <w:tcW w:w="2086" w:type="dxa"/>
          </w:tcPr>
          <w:p w14:paraId="4DC64A0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4B1258F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 8 vie 3/4” Eurocono</w:t>
            </w:r>
          </w:p>
        </w:tc>
        <w:tc>
          <w:tcPr>
            <w:tcW w:w="6101" w:type="dxa"/>
          </w:tcPr>
          <w:p w14:paraId="19EBC99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05A1286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1297D80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646570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384CDD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8DA142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1436AC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0264ACB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da 3/4" Eurocono</w:t>
            </w:r>
          </w:p>
          <w:p w14:paraId="6B41A59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07A80E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 vie</w:t>
            </w:r>
          </w:p>
          <w:p w14:paraId="06AFEFD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68FECD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8 vie 3/4” Eurocono o equivalente.</w:t>
            </w:r>
          </w:p>
        </w:tc>
      </w:tr>
      <w:tr w:rsidR="00B00196" w:rsidRPr="009279E2" w14:paraId="778322A3" w14:textId="77777777" w:rsidTr="00F12594">
        <w:tc>
          <w:tcPr>
            <w:tcW w:w="1311" w:type="dxa"/>
          </w:tcPr>
          <w:p w14:paraId="60796CE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01293874</w:t>
            </w:r>
          </w:p>
        </w:tc>
        <w:tc>
          <w:tcPr>
            <w:tcW w:w="2086" w:type="dxa"/>
          </w:tcPr>
          <w:p w14:paraId="2D53751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75C0D74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 9 vie 3/4” Eurocono</w:t>
            </w:r>
          </w:p>
        </w:tc>
        <w:tc>
          <w:tcPr>
            <w:tcW w:w="6101" w:type="dxa"/>
          </w:tcPr>
          <w:p w14:paraId="020F1D9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18EF64F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300AD7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C0BDAB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DD27D9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F27EA6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958839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13BD937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da 3/4" Eurocono</w:t>
            </w:r>
          </w:p>
          <w:p w14:paraId="6ACF4B5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D8A464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N° vie: 9 vie</w:t>
            </w:r>
          </w:p>
          <w:p w14:paraId="2CB6435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74259F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9 vie 3/4” Eurocono o equivalente.</w:t>
            </w:r>
          </w:p>
        </w:tc>
      </w:tr>
      <w:tr w:rsidR="00B00196" w:rsidRPr="009279E2" w14:paraId="3873CDB1" w14:textId="77777777" w:rsidTr="00F12594">
        <w:tc>
          <w:tcPr>
            <w:tcW w:w="1311" w:type="dxa"/>
          </w:tcPr>
          <w:p w14:paraId="7CD4BE5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01293876</w:t>
            </w:r>
          </w:p>
        </w:tc>
        <w:tc>
          <w:tcPr>
            <w:tcW w:w="2086" w:type="dxa"/>
          </w:tcPr>
          <w:p w14:paraId="0897555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0B1D1E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 10 vie 3/4” Eurocono</w:t>
            </w:r>
          </w:p>
        </w:tc>
        <w:tc>
          <w:tcPr>
            <w:tcW w:w="6101" w:type="dxa"/>
          </w:tcPr>
          <w:p w14:paraId="30CF83C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240068B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3EBD865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7D6FC3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D9595B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E9CF32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62A0EE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468B13B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da 3/4" Eurocono</w:t>
            </w:r>
          </w:p>
          <w:p w14:paraId="6080B5F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4D2889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 vie</w:t>
            </w:r>
          </w:p>
          <w:p w14:paraId="5BCE24D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E67A00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10 vie 3/4” Eurocono o equivalente.</w:t>
            </w:r>
          </w:p>
        </w:tc>
      </w:tr>
      <w:tr w:rsidR="00B00196" w:rsidRPr="009279E2" w14:paraId="1B2DE14A" w14:textId="77777777" w:rsidTr="00F12594">
        <w:tc>
          <w:tcPr>
            <w:tcW w:w="1311" w:type="dxa"/>
          </w:tcPr>
          <w:p w14:paraId="4DA6D74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01293878</w:t>
            </w:r>
          </w:p>
        </w:tc>
        <w:tc>
          <w:tcPr>
            <w:tcW w:w="2086" w:type="dxa"/>
          </w:tcPr>
          <w:p w14:paraId="149D2EF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D2046D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  11 vie 3/4” Eurocono</w:t>
            </w:r>
          </w:p>
        </w:tc>
        <w:tc>
          <w:tcPr>
            <w:tcW w:w="6101" w:type="dxa"/>
          </w:tcPr>
          <w:p w14:paraId="0A4BC43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17B408F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0C7C28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A7F22C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A66868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A44FA5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345702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</w:t>
            </w:r>
          </w:p>
          <w:p w14:paraId="69ECE5C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da3/4” Eurocono </w:t>
            </w:r>
          </w:p>
          <w:p w14:paraId="4038F4E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418901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 vie</w:t>
            </w:r>
          </w:p>
          <w:p w14:paraId="1D5DCA4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226F26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11 vie 3/4” Eurocono o equivalente.</w:t>
            </w:r>
          </w:p>
        </w:tc>
      </w:tr>
      <w:tr w:rsidR="00B00196" w:rsidRPr="009279E2" w14:paraId="5F9CBE93" w14:textId="77777777" w:rsidTr="00F12594">
        <w:tc>
          <w:tcPr>
            <w:tcW w:w="1311" w:type="dxa"/>
          </w:tcPr>
          <w:p w14:paraId="4A288A2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01293880</w:t>
            </w:r>
          </w:p>
        </w:tc>
        <w:tc>
          <w:tcPr>
            <w:tcW w:w="2086" w:type="dxa"/>
          </w:tcPr>
          <w:p w14:paraId="1048015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35670E1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  12 vie 3/4” Eurocono</w:t>
            </w:r>
          </w:p>
        </w:tc>
        <w:tc>
          <w:tcPr>
            <w:tcW w:w="6101" w:type="dxa"/>
          </w:tcPr>
          <w:p w14:paraId="4D9357E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 con derivazioni maschio 3/4” Eurocono.</w:t>
            </w:r>
          </w:p>
          <w:p w14:paraId="289FF57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1B9880B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48EC5F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44CAA1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7C26BBC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4FF9A2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Filettatura di testa: G 1"</w:t>
            </w:r>
          </w:p>
          <w:p w14:paraId="0CCB00E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da 3/4" </w:t>
            </w:r>
          </w:p>
          <w:p w14:paraId="62ED585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Eurocono</w:t>
            </w:r>
          </w:p>
          <w:p w14:paraId="46628F3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E1E199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 vie</w:t>
            </w:r>
          </w:p>
          <w:p w14:paraId="73C9589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E57F69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da 1" con 12 vie 3/4” Eurocono o equivalente.</w:t>
            </w:r>
          </w:p>
        </w:tc>
      </w:tr>
      <w:tr w:rsidR="00B00196" w:rsidRPr="009279E2" w14:paraId="033D6ED4" w14:textId="77777777" w:rsidTr="00F12594">
        <w:tc>
          <w:tcPr>
            <w:tcW w:w="1311" w:type="dxa"/>
          </w:tcPr>
          <w:p w14:paraId="1B47E99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01294634</w:t>
            </w:r>
          </w:p>
        </w:tc>
        <w:tc>
          <w:tcPr>
            <w:tcW w:w="2086" w:type="dxa"/>
          </w:tcPr>
          <w:p w14:paraId="30D8233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6ECAB529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4 vie 24x19</w:t>
            </w:r>
          </w:p>
        </w:tc>
        <w:tc>
          <w:tcPr>
            <w:tcW w:w="6101" w:type="dxa"/>
          </w:tcPr>
          <w:p w14:paraId="7194E618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784C1ED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1B478B7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22BD8BED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CADD21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1360E79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07A23B2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75C49EE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Derivazioni vie laterali: filettatura maschio 24x19</w:t>
            </w:r>
          </w:p>
          <w:p w14:paraId="1310422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1C5D9E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4</w:t>
            </w:r>
          </w:p>
          <w:p w14:paraId="4E45850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C0D3F2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4 vie 24x19 o equivalente.</w:t>
            </w:r>
          </w:p>
        </w:tc>
      </w:tr>
      <w:tr w:rsidR="00B00196" w:rsidRPr="009279E2" w14:paraId="1A709148" w14:textId="77777777" w:rsidTr="00F12594">
        <w:tc>
          <w:tcPr>
            <w:tcW w:w="1311" w:type="dxa"/>
          </w:tcPr>
          <w:p w14:paraId="66D1677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01294636</w:t>
            </w:r>
          </w:p>
        </w:tc>
        <w:tc>
          <w:tcPr>
            <w:tcW w:w="2086" w:type="dxa"/>
          </w:tcPr>
          <w:p w14:paraId="0A7A759C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6FE891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5 vie 24x19</w:t>
            </w:r>
          </w:p>
        </w:tc>
        <w:tc>
          <w:tcPr>
            <w:tcW w:w="6101" w:type="dxa"/>
          </w:tcPr>
          <w:p w14:paraId="3DDDD94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02E61D5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50FF64B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70C6EA5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17F44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402186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F6E5F5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484C4A1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31C4660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68BAB9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5</w:t>
            </w:r>
          </w:p>
          <w:p w14:paraId="47424912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4FA1E7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5 vie 24x19 o equivalente.</w:t>
            </w:r>
          </w:p>
        </w:tc>
      </w:tr>
      <w:tr w:rsidR="00B00196" w:rsidRPr="009279E2" w14:paraId="712CB032" w14:textId="77777777" w:rsidTr="00F12594">
        <w:tc>
          <w:tcPr>
            <w:tcW w:w="1311" w:type="dxa"/>
          </w:tcPr>
          <w:p w14:paraId="6B8231E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01294638</w:t>
            </w:r>
          </w:p>
        </w:tc>
        <w:tc>
          <w:tcPr>
            <w:tcW w:w="2086" w:type="dxa"/>
          </w:tcPr>
          <w:p w14:paraId="7CC12DF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A0DBF8B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6 vie 24x19</w:t>
            </w:r>
          </w:p>
        </w:tc>
        <w:tc>
          <w:tcPr>
            <w:tcW w:w="6101" w:type="dxa"/>
          </w:tcPr>
          <w:p w14:paraId="1C79E46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0B3B2F8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789A78F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920C89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9BD4A8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Temperatura massima: 110 °C</w:t>
            </w:r>
          </w:p>
          <w:p w14:paraId="4DE059C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32E03CF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5F8FD99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2C9BA4D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A0E9E6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6</w:t>
            </w:r>
          </w:p>
          <w:p w14:paraId="4DE06D6D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5D2C06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6 vie 24x19 o equivalente.</w:t>
            </w:r>
          </w:p>
        </w:tc>
      </w:tr>
      <w:tr w:rsidR="00B00196" w:rsidRPr="009279E2" w14:paraId="486C55AB" w14:textId="77777777" w:rsidTr="00F12594">
        <w:tc>
          <w:tcPr>
            <w:tcW w:w="1311" w:type="dxa"/>
          </w:tcPr>
          <w:p w14:paraId="5A705A8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01294640</w:t>
            </w:r>
          </w:p>
        </w:tc>
        <w:tc>
          <w:tcPr>
            <w:tcW w:w="2086" w:type="dxa"/>
          </w:tcPr>
          <w:p w14:paraId="234D203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60DABD6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1”1/4  7 vie 24x19</w:t>
            </w:r>
          </w:p>
        </w:tc>
        <w:tc>
          <w:tcPr>
            <w:tcW w:w="6101" w:type="dxa"/>
          </w:tcPr>
          <w:p w14:paraId="42A0A17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275FEB1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25C9969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1A1CC4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727BCC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A82F6F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D492A3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1AE43FB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16D25DF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352C66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7</w:t>
            </w:r>
          </w:p>
          <w:p w14:paraId="69928149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476B0E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7 vie 24x19 o equivalente.</w:t>
            </w:r>
          </w:p>
        </w:tc>
      </w:tr>
      <w:tr w:rsidR="00B00196" w:rsidRPr="009279E2" w14:paraId="042BE163" w14:textId="77777777" w:rsidTr="00F12594">
        <w:tc>
          <w:tcPr>
            <w:tcW w:w="1311" w:type="dxa"/>
          </w:tcPr>
          <w:p w14:paraId="7F1F683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01294642</w:t>
            </w:r>
          </w:p>
        </w:tc>
        <w:tc>
          <w:tcPr>
            <w:tcW w:w="2086" w:type="dxa"/>
          </w:tcPr>
          <w:p w14:paraId="72EE2A2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35D3CCBF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8 vie 24x19</w:t>
            </w:r>
          </w:p>
        </w:tc>
        <w:tc>
          <w:tcPr>
            <w:tcW w:w="6101" w:type="dxa"/>
          </w:tcPr>
          <w:p w14:paraId="1962863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73C4BD9B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5DAACF4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7CDECD40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75172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4904D84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9EAEC3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24750FE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39F0493E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236A31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8</w:t>
            </w:r>
          </w:p>
          <w:p w14:paraId="151AB153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3C117114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8 vie 24x19 o equivalente.</w:t>
            </w:r>
          </w:p>
        </w:tc>
      </w:tr>
      <w:tr w:rsidR="00B00196" w:rsidRPr="009279E2" w14:paraId="53D4CC77" w14:textId="77777777" w:rsidTr="00F12594">
        <w:tc>
          <w:tcPr>
            <w:tcW w:w="1311" w:type="dxa"/>
          </w:tcPr>
          <w:p w14:paraId="227253A1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01294644</w:t>
            </w:r>
          </w:p>
        </w:tc>
        <w:tc>
          <w:tcPr>
            <w:tcW w:w="2086" w:type="dxa"/>
          </w:tcPr>
          <w:p w14:paraId="16FF17F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5347155A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9 vie 24x19</w:t>
            </w:r>
          </w:p>
        </w:tc>
        <w:tc>
          <w:tcPr>
            <w:tcW w:w="6101" w:type="dxa"/>
          </w:tcPr>
          <w:p w14:paraId="690B077E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672B58E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4FE272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530D47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lastRenderedPageBreak/>
              <w:t>Temperatura massima: 110 °C</w:t>
            </w:r>
          </w:p>
          <w:p w14:paraId="5D53B62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6F7F65E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0575658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3C4A36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9BDFC4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9</w:t>
            </w:r>
          </w:p>
          <w:p w14:paraId="78837F9C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67C38BBD" w14:textId="77777777" w:rsidR="00B00196" w:rsidRPr="00B00196" w:rsidRDefault="00B00196" w:rsidP="00B00196">
            <w:pPr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9 vie 24x19 o equivalente.</w:t>
            </w:r>
          </w:p>
        </w:tc>
      </w:tr>
      <w:tr w:rsidR="00B00196" w:rsidRPr="009279E2" w14:paraId="4B9D533D" w14:textId="77777777" w:rsidTr="00F12594">
        <w:tc>
          <w:tcPr>
            <w:tcW w:w="1311" w:type="dxa"/>
          </w:tcPr>
          <w:p w14:paraId="25B4E645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lastRenderedPageBreak/>
              <w:t>01294646</w:t>
            </w:r>
          </w:p>
        </w:tc>
        <w:tc>
          <w:tcPr>
            <w:tcW w:w="2086" w:type="dxa"/>
          </w:tcPr>
          <w:p w14:paraId="27F2B44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Topway</w:t>
            </w:r>
          </w:p>
          <w:p w14:paraId="24FA6E52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 Collettore di distribuzione da 1”1/4  10 vie 24x19</w:t>
            </w:r>
          </w:p>
        </w:tc>
        <w:tc>
          <w:tcPr>
            <w:tcW w:w="6101" w:type="dxa"/>
          </w:tcPr>
          <w:p w14:paraId="3666FC8F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27F3B95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4C1A0BB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E3FF513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6A996F9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0311835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51E91D0A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770BE073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1DAE8820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BA90047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10</w:t>
            </w:r>
          </w:p>
          <w:p w14:paraId="2D7C76A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1AE12D8E" w14:textId="77777777" w:rsidR="00B00196" w:rsidRPr="00B00196" w:rsidRDefault="00B00196" w:rsidP="00B00196">
            <w:pPr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10 vie 24x19 o equivalente.</w:t>
            </w:r>
          </w:p>
        </w:tc>
      </w:tr>
      <w:tr w:rsidR="00B00196" w:rsidRPr="009279E2" w14:paraId="15C0DD9D" w14:textId="77777777" w:rsidTr="00F12594">
        <w:tc>
          <w:tcPr>
            <w:tcW w:w="1311" w:type="dxa"/>
          </w:tcPr>
          <w:p w14:paraId="6D8F1CE8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01294648</w:t>
            </w:r>
          </w:p>
        </w:tc>
        <w:tc>
          <w:tcPr>
            <w:tcW w:w="2086" w:type="dxa"/>
          </w:tcPr>
          <w:p w14:paraId="2654D0A4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1ED4EDD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11 vie 24x19</w:t>
            </w:r>
          </w:p>
        </w:tc>
        <w:tc>
          <w:tcPr>
            <w:tcW w:w="6101" w:type="dxa"/>
          </w:tcPr>
          <w:p w14:paraId="69B4DE71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5AC67BA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0B819C8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65E434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948C88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28419792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77607C2D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4B88B6C5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56D8771C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95E5B5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11</w:t>
            </w:r>
          </w:p>
          <w:p w14:paraId="43E20CB7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520E9D99" w14:textId="77777777" w:rsidR="00B00196" w:rsidRPr="00B00196" w:rsidRDefault="00B00196" w:rsidP="00B00196">
            <w:pPr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11 vie 24x19 o equivalente.</w:t>
            </w:r>
          </w:p>
        </w:tc>
      </w:tr>
      <w:tr w:rsidR="00B00196" w:rsidRPr="009279E2" w14:paraId="7224EEAA" w14:textId="77777777" w:rsidTr="00F12594">
        <w:tc>
          <w:tcPr>
            <w:tcW w:w="1311" w:type="dxa"/>
          </w:tcPr>
          <w:p w14:paraId="23027A26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01294650</w:t>
            </w:r>
          </w:p>
        </w:tc>
        <w:tc>
          <w:tcPr>
            <w:tcW w:w="2086" w:type="dxa"/>
          </w:tcPr>
          <w:p w14:paraId="3114BA6E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 xml:space="preserve">Topway </w:t>
            </w:r>
          </w:p>
          <w:p w14:paraId="0340D16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00196">
              <w:rPr>
                <w:rFonts w:ascii="Poppins" w:hAnsi="Poppins" w:cs="Poppins"/>
                <w:bCs/>
                <w:sz w:val="20"/>
              </w:rPr>
              <w:t>Collettore di distribuzione da 1”1/4  12 vie 24x19</w:t>
            </w:r>
          </w:p>
        </w:tc>
        <w:tc>
          <w:tcPr>
            <w:tcW w:w="6101" w:type="dxa"/>
          </w:tcPr>
          <w:p w14:paraId="68ADFBD0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Collettore di distribuzione a barra singola, in ottone nichelato, da 1”1/4 con derivazioni maschio 21x19.</w:t>
            </w:r>
          </w:p>
          <w:p w14:paraId="75A23886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Foro superiore 1/2” F per valvola di sfiato.</w:t>
            </w:r>
          </w:p>
          <w:p w14:paraId="6B5F54FA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434BF507" w14:textId="77777777" w:rsidR="00B00196" w:rsidRPr="00B00196" w:rsidRDefault="00B00196" w:rsidP="00B00196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sz w:val="20"/>
              </w:rPr>
            </w:pPr>
            <w:r w:rsidRPr="00B00196">
              <w:rPr>
                <w:rFonts w:ascii="Poppins" w:hAnsi="Poppins" w:cs="Poppins"/>
                <w:b/>
                <w:sz w:val="20"/>
              </w:rPr>
              <w:lastRenderedPageBreak/>
              <w:t>Dati tecnici:</w:t>
            </w:r>
          </w:p>
          <w:p w14:paraId="5403F146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Temperatura massima: 110 °C</w:t>
            </w:r>
          </w:p>
          <w:p w14:paraId="364BDB3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Pressione massima: 10 bar</w:t>
            </w:r>
          </w:p>
          <w:p w14:paraId="17252C64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Filettatura di testa: G 1"1/4</w:t>
            </w:r>
          </w:p>
          <w:p w14:paraId="0824AB48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1CBB06B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E3BA261" w14:textId="77777777" w:rsidR="00B00196" w:rsidRPr="00B00196" w:rsidRDefault="00B00196" w:rsidP="00B00196">
            <w:pPr>
              <w:pStyle w:val="Intestazione"/>
              <w:numPr>
                <w:ilvl w:val="0"/>
                <w:numId w:val="22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sz w:val="20"/>
              </w:rPr>
              <w:t>N° vie: 12</w:t>
            </w:r>
          </w:p>
          <w:p w14:paraId="50D15535" w14:textId="77777777" w:rsidR="00B00196" w:rsidRPr="00B00196" w:rsidRDefault="00B00196" w:rsidP="00B00196">
            <w:pPr>
              <w:rPr>
                <w:rFonts w:ascii="Poppins" w:hAnsi="Poppins" w:cs="Poppins"/>
                <w:sz w:val="20"/>
              </w:rPr>
            </w:pPr>
          </w:p>
          <w:p w14:paraId="09BEA74D" w14:textId="77777777" w:rsidR="00B00196" w:rsidRPr="00B00196" w:rsidRDefault="00B00196" w:rsidP="00B00196">
            <w:pPr>
              <w:jc w:val="both"/>
              <w:rPr>
                <w:rFonts w:ascii="Poppins" w:hAnsi="Poppins" w:cs="Poppins"/>
                <w:sz w:val="20"/>
              </w:rPr>
            </w:pPr>
            <w:r w:rsidRPr="00B00196">
              <w:rPr>
                <w:rFonts w:ascii="Poppins" w:hAnsi="Poppins" w:cs="Poppins"/>
                <w:b/>
                <w:bCs/>
                <w:sz w:val="20"/>
              </w:rPr>
              <w:t>Marca Emmeti – Modello Topway Collettore di distribuzione 1”1/4 12 vie 24x19 o equivalente.</w:t>
            </w:r>
          </w:p>
        </w:tc>
      </w:tr>
    </w:tbl>
    <w:p w14:paraId="0DE4EAB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39868" w14:textId="77777777" w:rsidR="00CC7D4C" w:rsidRDefault="00CC7D4C">
      <w:r>
        <w:separator/>
      </w:r>
    </w:p>
  </w:endnote>
  <w:endnote w:type="continuationSeparator" w:id="0">
    <w:p w14:paraId="0D424915" w14:textId="77777777" w:rsidR="00CC7D4C" w:rsidRDefault="00CC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Arial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9ACF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6FCD805" w14:textId="77777777" w:rsidTr="004706FD">
      <w:tc>
        <w:tcPr>
          <w:tcW w:w="4534" w:type="dxa"/>
        </w:tcPr>
        <w:p w14:paraId="124DA4FC" w14:textId="524DAF52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C15DF">
            <w:rPr>
              <w:rFonts w:ascii="Poppins" w:hAnsi="Poppins" w:cs="Poppins"/>
              <w:iCs/>
              <w:noProof/>
              <w:sz w:val="16"/>
            </w:rPr>
            <w:t>Collettori T</w:t>
          </w:r>
          <w:r w:rsidR="00B453B1">
            <w:rPr>
              <w:rFonts w:ascii="Poppins" w:hAnsi="Poppins" w:cs="Poppins"/>
              <w:iCs/>
              <w:noProof/>
              <w:sz w:val="16"/>
            </w:rPr>
            <w:t>opway barr</w:t>
          </w:r>
          <w:r w:rsidR="002F2897">
            <w:rPr>
              <w:rFonts w:ascii="Poppins" w:hAnsi="Poppins" w:cs="Poppins"/>
              <w:iCs/>
              <w:noProof/>
              <w:sz w:val="16"/>
            </w:rPr>
            <w:t>e</w:t>
          </w:r>
          <w:r w:rsidR="00B453B1">
            <w:rPr>
              <w:rFonts w:ascii="Poppins" w:hAnsi="Poppins" w:cs="Poppins"/>
              <w:iCs/>
              <w:noProof/>
              <w:sz w:val="16"/>
            </w:rPr>
            <w:t xml:space="preserve"> singol</w:t>
          </w:r>
          <w:r w:rsidR="002F2897">
            <w:rPr>
              <w:rFonts w:ascii="Poppins" w:hAnsi="Poppins" w:cs="Poppins"/>
              <w:iCs/>
              <w:noProof/>
              <w:sz w:val="16"/>
            </w:rPr>
            <w:t>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7BF0A59" w14:textId="55681DC1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2F2897">
            <w:rPr>
              <w:rFonts w:ascii="Poppins" w:hAnsi="Poppins" w:cs="Poppins"/>
              <w:noProof/>
              <w:sz w:val="14"/>
              <w:szCs w:val="14"/>
            </w:rPr>
            <w:t>47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CF7E99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675DA98" wp14:editId="724FAF0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E3D06" w14:textId="77777777" w:rsidR="00CC7D4C" w:rsidRDefault="00CC7D4C">
      <w:r>
        <w:separator/>
      </w:r>
    </w:p>
  </w:footnote>
  <w:footnote w:type="continuationSeparator" w:id="0">
    <w:p w14:paraId="58D07193" w14:textId="77777777" w:rsidR="00CC7D4C" w:rsidRDefault="00CC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CCF4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DCD3768" wp14:editId="14D33A72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A494EC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9611785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7754489">
    <w:abstractNumId w:val="11"/>
  </w:num>
  <w:num w:numId="2" w16cid:durableId="167451103">
    <w:abstractNumId w:val="10"/>
  </w:num>
  <w:num w:numId="3" w16cid:durableId="1831797879">
    <w:abstractNumId w:val="4"/>
  </w:num>
  <w:num w:numId="4" w16cid:durableId="2105420097">
    <w:abstractNumId w:val="3"/>
  </w:num>
  <w:num w:numId="5" w16cid:durableId="1633486753">
    <w:abstractNumId w:val="8"/>
  </w:num>
  <w:num w:numId="6" w16cid:durableId="1765762895">
    <w:abstractNumId w:val="7"/>
  </w:num>
  <w:num w:numId="7" w16cid:durableId="59790948">
    <w:abstractNumId w:val="5"/>
  </w:num>
  <w:num w:numId="8" w16cid:durableId="1357776819">
    <w:abstractNumId w:val="7"/>
  </w:num>
  <w:num w:numId="9" w16cid:durableId="84964419">
    <w:abstractNumId w:val="0"/>
  </w:num>
  <w:num w:numId="10" w16cid:durableId="1883439317">
    <w:abstractNumId w:val="7"/>
  </w:num>
  <w:num w:numId="11" w16cid:durableId="1636521717">
    <w:abstractNumId w:val="13"/>
  </w:num>
  <w:num w:numId="12" w16cid:durableId="1858344959">
    <w:abstractNumId w:val="16"/>
  </w:num>
  <w:num w:numId="13" w16cid:durableId="1624507016">
    <w:abstractNumId w:val="12"/>
  </w:num>
  <w:num w:numId="14" w16cid:durableId="696126103">
    <w:abstractNumId w:val="6"/>
  </w:num>
  <w:num w:numId="15" w16cid:durableId="1297880110">
    <w:abstractNumId w:val="14"/>
  </w:num>
  <w:num w:numId="16" w16cid:durableId="2135757632">
    <w:abstractNumId w:val="18"/>
  </w:num>
  <w:num w:numId="17" w16cid:durableId="1819152301">
    <w:abstractNumId w:val="19"/>
  </w:num>
  <w:num w:numId="18" w16cid:durableId="1711493542">
    <w:abstractNumId w:val="15"/>
  </w:num>
  <w:num w:numId="19" w16cid:durableId="781922235">
    <w:abstractNumId w:val="1"/>
  </w:num>
  <w:num w:numId="20" w16cid:durableId="770862023">
    <w:abstractNumId w:val="2"/>
  </w:num>
  <w:num w:numId="21" w16cid:durableId="738136695">
    <w:abstractNumId w:val="9"/>
  </w:num>
  <w:num w:numId="22" w16cid:durableId="8120166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402A4"/>
    <w:rsid w:val="00050D07"/>
    <w:rsid w:val="0009136B"/>
    <w:rsid w:val="000B6932"/>
    <w:rsid w:val="000C52FA"/>
    <w:rsid w:val="000F7A52"/>
    <w:rsid w:val="00103A0D"/>
    <w:rsid w:val="001441C6"/>
    <w:rsid w:val="001450AB"/>
    <w:rsid w:val="001620E3"/>
    <w:rsid w:val="00171DAE"/>
    <w:rsid w:val="00192EF6"/>
    <w:rsid w:val="00195A49"/>
    <w:rsid w:val="001D365F"/>
    <w:rsid w:val="001F782F"/>
    <w:rsid w:val="00213028"/>
    <w:rsid w:val="0023000E"/>
    <w:rsid w:val="002346C2"/>
    <w:rsid w:val="00264BCF"/>
    <w:rsid w:val="00273D85"/>
    <w:rsid w:val="002760AA"/>
    <w:rsid w:val="0028448D"/>
    <w:rsid w:val="002862D2"/>
    <w:rsid w:val="002A65AD"/>
    <w:rsid w:val="002B5D63"/>
    <w:rsid w:val="002F2897"/>
    <w:rsid w:val="002F7EEA"/>
    <w:rsid w:val="00304518"/>
    <w:rsid w:val="003333BC"/>
    <w:rsid w:val="00344430"/>
    <w:rsid w:val="003524C7"/>
    <w:rsid w:val="00357812"/>
    <w:rsid w:val="00365710"/>
    <w:rsid w:val="00372ECE"/>
    <w:rsid w:val="003B09FA"/>
    <w:rsid w:val="003B3299"/>
    <w:rsid w:val="004272FC"/>
    <w:rsid w:val="00433C12"/>
    <w:rsid w:val="0044592F"/>
    <w:rsid w:val="00447EFC"/>
    <w:rsid w:val="004706FD"/>
    <w:rsid w:val="00474537"/>
    <w:rsid w:val="0048382E"/>
    <w:rsid w:val="004C15DF"/>
    <w:rsid w:val="004F1A26"/>
    <w:rsid w:val="005235FA"/>
    <w:rsid w:val="00525BAE"/>
    <w:rsid w:val="00530F9B"/>
    <w:rsid w:val="005315F1"/>
    <w:rsid w:val="00536743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B218C"/>
    <w:rsid w:val="006B29B1"/>
    <w:rsid w:val="006B7D41"/>
    <w:rsid w:val="006C14CB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3C1A"/>
    <w:rsid w:val="008574C8"/>
    <w:rsid w:val="00867692"/>
    <w:rsid w:val="008804CB"/>
    <w:rsid w:val="008A2C0A"/>
    <w:rsid w:val="008B5587"/>
    <w:rsid w:val="008C2F88"/>
    <w:rsid w:val="00904071"/>
    <w:rsid w:val="009059BB"/>
    <w:rsid w:val="00923354"/>
    <w:rsid w:val="00931A8A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62A77"/>
    <w:rsid w:val="00A743FF"/>
    <w:rsid w:val="00AB6296"/>
    <w:rsid w:val="00AC0741"/>
    <w:rsid w:val="00AD05EC"/>
    <w:rsid w:val="00AD1706"/>
    <w:rsid w:val="00B00196"/>
    <w:rsid w:val="00B406A9"/>
    <w:rsid w:val="00B453B1"/>
    <w:rsid w:val="00B543B9"/>
    <w:rsid w:val="00B7475F"/>
    <w:rsid w:val="00B93CD1"/>
    <w:rsid w:val="00BB0104"/>
    <w:rsid w:val="00BB2A5B"/>
    <w:rsid w:val="00BD14D8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B1475"/>
    <w:rsid w:val="00CC31A7"/>
    <w:rsid w:val="00CC7D4C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D2E16"/>
    <w:rsid w:val="00DE5C0B"/>
    <w:rsid w:val="00DF07DE"/>
    <w:rsid w:val="00E07577"/>
    <w:rsid w:val="00E17A38"/>
    <w:rsid w:val="00E36C49"/>
    <w:rsid w:val="00E42389"/>
    <w:rsid w:val="00E5632D"/>
    <w:rsid w:val="00E94BE3"/>
    <w:rsid w:val="00EA01C8"/>
    <w:rsid w:val="00EB33B9"/>
    <w:rsid w:val="00EC29FF"/>
    <w:rsid w:val="00ED24CF"/>
    <w:rsid w:val="00EF73E5"/>
    <w:rsid w:val="00F12594"/>
    <w:rsid w:val="00F50F65"/>
    <w:rsid w:val="00F53758"/>
    <w:rsid w:val="00F60A08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376152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22109-576E-45DC-A013-B75EDA974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47</Pages>
  <Words>11054</Words>
  <Characters>55977</Characters>
  <Application>Microsoft Office Word</Application>
  <DocSecurity>0</DocSecurity>
  <Lines>466</Lines>
  <Paragraphs>133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66898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2025-01-14T15:44:00Z</dcterms:created>
  <dcterms:modified xsi:type="dcterms:W3CDTF">2025-01-14T15:48:00Z</dcterms:modified>
</cp:coreProperties>
</file>